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0D30C" w14:textId="77777777" w:rsidR="00B74273" w:rsidRPr="00B74273" w:rsidRDefault="00B74273" w:rsidP="00B74273">
      <w:pPr>
        <w:shd w:val="clear" w:color="auto" w:fill="DEEAF6"/>
        <w:rPr>
          <w:rFonts w:ascii="Calibri" w:eastAsia="Calibri" w:hAnsi="Calibri" w:cs="Arial"/>
          <w:b/>
          <w:bCs/>
          <w:caps/>
          <w:sz w:val="22"/>
          <w:szCs w:val="18"/>
          <w:lang w:eastAsia="en-US"/>
        </w:rPr>
      </w:pPr>
      <w:r w:rsidRPr="00B74273">
        <w:rPr>
          <w:rFonts w:ascii="Calibri" w:hAnsi="Calibri"/>
          <w:b/>
          <w:bCs/>
          <w:sz w:val="22"/>
          <w:szCs w:val="20"/>
        </w:rPr>
        <w:t>ZA</w:t>
      </w:r>
      <w:r w:rsidRPr="00B74273">
        <w:rPr>
          <w:rFonts w:ascii="Calibri" w:hAnsi="Calibri"/>
          <w:b/>
          <w:bCs/>
          <w:caps/>
          <w:sz w:val="22"/>
          <w:szCs w:val="20"/>
        </w:rPr>
        <w:t>łącznik nr 7 do SWZ – Umowa powierzenia przetwarzania danych osobowych</w:t>
      </w:r>
    </w:p>
    <w:p w14:paraId="293CED4D" w14:textId="50AEA8EF" w:rsidR="004164B8" w:rsidRDefault="004164B8" w:rsidP="00A27182">
      <w:pPr>
        <w:spacing w:before="60"/>
        <w:rPr>
          <w:rFonts w:cs="Arial"/>
          <w:b/>
          <w:color w:val="000000" w:themeColor="text1"/>
          <w:sz w:val="14"/>
          <w:szCs w:val="14"/>
        </w:rPr>
      </w:pPr>
    </w:p>
    <w:p w14:paraId="293CED4E" w14:textId="77777777" w:rsidR="009C3F8A" w:rsidRPr="00B40681" w:rsidRDefault="009C3F8A" w:rsidP="00D55509">
      <w:pPr>
        <w:spacing w:before="60"/>
        <w:jc w:val="both"/>
        <w:rPr>
          <w:rFonts w:cs="Arial"/>
          <w:b/>
          <w:sz w:val="14"/>
          <w:szCs w:val="14"/>
        </w:rPr>
      </w:pPr>
      <w:r w:rsidRPr="00024ECD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065A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" strokecolor="#7297ce [3204]">
                <w10:wrap anchorx="page"/>
              </v:shape>
            </w:pict>
          </mc:Fallback>
        </mc:AlternateContent>
      </w:r>
    </w:p>
    <w:p w14:paraId="6F4582F2" w14:textId="77777777" w:rsidR="00B74273" w:rsidRDefault="00130380" w:rsidP="00B74273">
      <w:pPr>
        <w:widowControl w:val="0"/>
        <w:adjustRightInd w:val="0"/>
        <w:spacing w:before="240" w:line="259" w:lineRule="auto"/>
        <w:ind w:left="1418" w:firstLine="709"/>
        <w:jc w:val="center"/>
        <w:textAlignment w:val="baseline"/>
        <w:rPr>
          <w:rFonts w:eastAsiaTheme="minorHAnsi" w:cs="Arial"/>
          <w:b/>
          <w:szCs w:val="18"/>
          <w:lang w:eastAsia="en-US"/>
        </w:rPr>
      </w:pPr>
      <w:bookmarkStart w:id="0" w:name="Zakres_procedury"/>
      <w:bookmarkEnd w:id="0"/>
      <w:r w:rsidRPr="00B74273">
        <w:rPr>
          <w:rFonts w:eastAsiaTheme="minorHAnsi" w:cs="Arial"/>
          <w:b/>
          <w:szCs w:val="18"/>
          <w:lang w:eastAsia="en-US"/>
        </w:rPr>
        <w:t xml:space="preserve">Umowa </w:t>
      </w:r>
    </w:p>
    <w:p w14:paraId="653756CF" w14:textId="3715B758" w:rsidR="00130380" w:rsidRPr="00B74273" w:rsidRDefault="00130380" w:rsidP="00B74273">
      <w:pPr>
        <w:widowControl w:val="0"/>
        <w:adjustRightInd w:val="0"/>
        <w:spacing w:after="160" w:line="259" w:lineRule="auto"/>
        <w:ind w:left="1418" w:firstLine="709"/>
        <w:jc w:val="center"/>
        <w:textAlignment w:val="baseline"/>
        <w:rPr>
          <w:rFonts w:eastAsiaTheme="minorHAnsi" w:cs="Arial"/>
          <w:b/>
          <w:szCs w:val="18"/>
          <w:lang w:eastAsia="en-US"/>
        </w:rPr>
      </w:pPr>
      <w:r w:rsidRPr="00B74273">
        <w:rPr>
          <w:rFonts w:eastAsiaTheme="minorHAnsi" w:cs="Arial"/>
          <w:b/>
          <w:szCs w:val="18"/>
          <w:lang w:eastAsia="en-US"/>
        </w:rPr>
        <w:t>powierzenia przetwarzania danych osobowych</w:t>
      </w:r>
      <w:r w:rsidR="00B74273">
        <w:rPr>
          <w:rFonts w:eastAsiaTheme="minorHAnsi" w:cs="Arial"/>
          <w:b/>
          <w:szCs w:val="18"/>
          <w:lang w:eastAsia="en-US"/>
        </w:rPr>
        <w:br/>
      </w:r>
      <w:r w:rsidR="00B74273" w:rsidRPr="00B74273">
        <w:rPr>
          <w:rFonts w:eastAsiaTheme="minorHAnsi" w:cs="Arial"/>
          <w:b/>
          <w:szCs w:val="18"/>
          <w:lang w:eastAsia="en-US"/>
        </w:rPr>
        <w:t>stanowiąca Załącznik nr 5b umowy</w:t>
      </w:r>
      <w:r w:rsidR="00B74273">
        <w:rPr>
          <w:rFonts w:eastAsiaTheme="minorHAnsi" w:cs="Arial"/>
          <w:b/>
          <w:szCs w:val="18"/>
          <w:lang w:eastAsia="en-US"/>
        </w:rPr>
        <w:t xml:space="preserve"> ……………</w:t>
      </w:r>
    </w:p>
    <w:p w14:paraId="4B6BE769" w14:textId="77777777" w:rsid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27765FC7" w14:textId="429C1799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 xml:space="preserve">zawarta w </w:t>
      </w:r>
      <w:r w:rsidR="00B74273">
        <w:rPr>
          <w:rFonts w:eastAsiaTheme="minorHAnsi" w:cs="Arial"/>
          <w:szCs w:val="18"/>
          <w:lang w:eastAsia="en-US"/>
        </w:rPr>
        <w:t>Sanoku</w:t>
      </w:r>
      <w:r w:rsidRPr="00130380">
        <w:rPr>
          <w:rFonts w:eastAsiaTheme="minorHAnsi" w:cs="Arial"/>
          <w:szCs w:val="18"/>
          <w:lang w:eastAsia="en-US"/>
        </w:rPr>
        <w:t xml:space="preserve"> dnia …………….. roku pomiędzy:</w:t>
      </w:r>
    </w:p>
    <w:p w14:paraId="03451895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PGE Dystrybucja Spółka Akcyjna 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- (dalej Administrator)</w:t>
      </w:r>
    </w:p>
    <w:p w14:paraId="6E8D6FD2" w14:textId="40041964" w:rsidR="00130380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a</w:t>
      </w:r>
    </w:p>
    <w:p w14:paraId="5C125C54" w14:textId="77777777" w:rsidR="000E664B" w:rsidRPr="00130380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1C363C9C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reprezentowaną przez:</w:t>
      </w:r>
      <w:r w:rsidRPr="0013038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5E1B98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(dalej: „</w:t>
      </w:r>
      <w:r w:rsidRPr="005E1B98">
        <w:rPr>
          <w:rFonts w:eastAsiaTheme="minorHAnsi" w:cs="Arial"/>
          <w:b/>
          <w:szCs w:val="18"/>
          <w:lang w:eastAsia="en-US"/>
        </w:rPr>
        <w:t>Przetwarzający”</w:t>
      </w:r>
      <w:r w:rsidRPr="005E1B98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łącznie</w:t>
      </w:r>
      <w:r w:rsidRPr="005E1B98">
        <w:rPr>
          <w:rFonts w:eastAsiaTheme="minorHAnsi" w:cs="Arial"/>
          <w:b/>
          <w:szCs w:val="18"/>
          <w:lang w:eastAsia="en-US"/>
        </w:rPr>
        <w:t xml:space="preserve"> </w:t>
      </w:r>
      <w:r w:rsidRPr="005E1B98">
        <w:rPr>
          <w:rFonts w:eastAsiaTheme="minorHAnsi" w:cs="Arial"/>
          <w:szCs w:val="18"/>
          <w:lang w:eastAsia="en-US"/>
        </w:rPr>
        <w:t>zwanymi</w:t>
      </w:r>
      <w:r w:rsidRPr="005E1B98">
        <w:rPr>
          <w:rFonts w:eastAsiaTheme="minorHAnsi" w:cs="Arial"/>
          <w:b/>
          <w:szCs w:val="18"/>
          <w:lang w:eastAsia="en-US"/>
        </w:rPr>
        <w:t xml:space="preserve"> Stronami</w:t>
      </w:r>
      <w:r w:rsidRPr="005E1B98">
        <w:rPr>
          <w:rFonts w:eastAsiaTheme="minorHAnsi" w:cs="Arial"/>
          <w:szCs w:val="18"/>
          <w:lang w:eastAsia="en-US"/>
        </w:rPr>
        <w:t>, a każda z osobna także</w:t>
      </w:r>
      <w:r w:rsidRPr="005E1B98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35562C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5E1B98">
        <w:rPr>
          <w:rFonts w:eastAsiaTheme="minorHAnsi" w:cs="Arial"/>
          <w:b/>
          <w:bCs/>
          <w:szCs w:val="18"/>
          <w:lang w:eastAsia="en-US"/>
        </w:rPr>
        <w:t>Umowa Podstawowa</w:t>
      </w:r>
      <w:r w:rsidRPr="005E1B98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5E1B98">
        <w:rPr>
          <w:rFonts w:eastAsiaTheme="minorHAnsi" w:cs="Arial"/>
          <w:b/>
          <w:szCs w:val="18"/>
          <w:lang w:eastAsia="en-US"/>
        </w:rPr>
        <w:t>Umowa</w:t>
      </w:r>
      <w:r w:rsidRPr="005E1B98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5E1B98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>
        <w:rPr>
          <w:rFonts w:eastAsiaTheme="minorHAnsi" w:cs="Arial"/>
          <w:szCs w:val="18"/>
          <w:lang w:eastAsia="en-US"/>
        </w:rPr>
        <w:br/>
      </w:r>
      <w:r w:rsidRPr="005E1B98">
        <w:rPr>
          <w:rFonts w:eastAsiaTheme="minorHAnsi" w:cs="Arial"/>
          <w:szCs w:val="18"/>
          <w:lang w:eastAsia="en-US"/>
        </w:rPr>
        <w:t>w sprawie ochrony osób fizycznych w związku z przetwarzaniem danych osobowych i w sprawie swobodnego przepływu takich danych oraz uchylenia dyrektywy 95/46/WE (ogólne rozporządzenie o ochronie danych) („</w:t>
      </w:r>
      <w:r w:rsidRPr="005E1B98">
        <w:rPr>
          <w:rFonts w:eastAsiaTheme="minorHAnsi" w:cs="Arial"/>
          <w:b/>
          <w:bCs/>
          <w:szCs w:val="18"/>
          <w:lang w:eastAsia="en-US"/>
        </w:rPr>
        <w:t>RODO</w:t>
      </w:r>
      <w:r w:rsidRPr="005E1B98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35562C" w:rsidRDefault="00130380" w:rsidP="00130380">
      <w:pPr>
        <w:spacing w:before="120" w:after="120" w:line="259" w:lineRule="auto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Przedmiot. [Art. 28 ust. 3 RODO</w:t>
      </w:r>
      <w:r w:rsidRPr="005E1B98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Czas. [Art. 28 ust. 3 RODO</w:t>
      </w:r>
      <w:r w:rsidRPr="005E1B98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Charakter i cel. [Art. 28 ust. 3 RODO</w:t>
      </w:r>
      <w:r w:rsidRPr="005E1B98">
        <w:rPr>
          <w:rFonts w:cs="Arial"/>
          <w:szCs w:val="18"/>
        </w:rPr>
        <w:t xml:space="preserve">] Charakter i cel przetwarzania wynikają z Umowy Podstawowej.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szczególności: </w:t>
      </w:r>
    </w:p>
    <w:p w14:paraId="0FAF7691" w14:textId="5AAF712A" w:rsidR="00130380" w:rsidRPr="001A7E86" w:rsidRDefault="00130380" w:rsidP="0099595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color w:val="FF0000"/>
          <w:szCs w:val="18"/>
        </w:rPr>
      </w:pPr>
      <w:r w:rsidRPr="005E1B98">
        <w:rPr>
          <w:rFonts w:cs="Arial"/>
          <w:szCs w:val="18"/>
        </w:rPr>
        <w:t>charakter przetwarzania określony jest na</w:t>
      </w:r>
      <w:r w:rsidR="00B74273">
        <w:rPr>
          <w:rFonts w:cs="Arial"/>
          <w:szCs w:val="18"/>
        </w:rPr>
        <w:t>stępującą rolą Przetwarzającego: gromadzenie danych klientów</w:t>
      </w:r>
    </w:p>
    <w:p w14:paraId="5964578A" w14:textId="02FE34F1" w:rsidR="00130380" w:rsidRPr="005E1B98" w:rsidRDefault="00130380" w:rsidP="0099595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lastRenderedPageBreak/>
        <w:t xml:space="preserve">celem przetwarzania jest </w:t>
      </w:r>
      <w:r w:rsidR="00B74273">
        <w:rPr>
          <w:rFonts w:cs="Arial"/>
          <w:szCs w:val="18"/>
        </w:rPr>
        <w:t xml:space="preserve">umożliwienie Administratorowi zrealizowania inwestycji polegającej na budowie linii </w:t>
      </w:r>
      <w:proofErr w:type="spellStart"/>
      <w:r w:rsidR="00B74273">
        <w:rPr>
          <w:rFonts w:cs="Arial"/>
          <w:szCs w:val="18"/>
        </w:rPr>
        <w:t>nN</w:t>
      </w:r>
      <w:proofErr w:type="spellEnd"/>
      <w:r w:rsidR="00B74273">
        <w:rPr>
          <w:rFonts w:cs="Arial"/>
          <w:szCs w:val="18"/>
        </w:rPr>
        <w:t xml:space="preserve"> przebiegającej przez działki osób </w:t>
      </w:r>
      <w:proofErr w:type="spellStart"/>
      <w:r w:rsidR="00B74273">
        <w:rPr>
          <w:rFonts w:cs="Arial"/>
          <w:szCs w:val="18"/>
        </w:rPr>
        <w:t>trzechich</w:t>
      </w:r>
      <w:proofErr w:type="spellEnd"/>
      <w:r w:rsidR="00B74273">
        <w:rPr>
          <w:rFonts w:cs="Arial"/>
          <w:szCs w:val="18"/>
        </w:rPr>
        <w:t>.</w:t>
      </w:r>
    </w:p>
    <w:p w14:paraId="797F322E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b/>
          <w:bCs/>
          <w:szCs w:val="18"/>
        </w:rPr>
        <w:t>Rodzaj danych. [Art. 28 ust. 3 RODO</w:t>
      </w:r>
      <w:r w:rsidRPr="005E1B98">
        <w:rPr>
          <w:rFonts w:cs="Arial"/>
          <w:szCs w:val="18"/>
        </w:rPr>
        <w:t>] Przetwarzanie obejmować będzie rodzaje Danych Osobowych („</w:t>
      </w:r>
      <w:r w:rsidRPr="005E1B98">
        <w:rPr>
          <w:rFonts w:cs="Arial"/>
          <w:b/>
          <w:bCs/>
          <w:szCs w:val="18"/>
        </w:rPr>
        <w:t>Dane</w:t>
      </w:r>
      <w:r w:rsidRPr="005E1B98">
        <w:rPr>
          <w:rFonts w:cs="Arial"/>
          <w:szCs w:val="18"/>
        </w:rPr>
        <w:t xml:space="preserve">”) wskazane </w:t>
      </w:r>
      <w:r w:rsidRPr="005E1B98">
        <w:rPr>
          <w:rFonts w:cs="Arial"/>
          <w:i/>
          <w:szCs w:val="18"/>
        </w:rPr>
        <w:t xml:space="preserve">poniżej </w:t>
      </w:r>
    </w:p>
    <w:p w14:paraId="1FB501E1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zwykłe:</w:t>
      </w:r>
    </w:p>
    <w:p w14:paraId="7E15CF41" w14:textId="77777777" w:rsidR="00130380" w:rsidRPr="000564EA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0564EA">
        <w:rPr>
          <w:rFonts w:cs="Arial"/>
          <w:szCs w:val="18"/>
        </w:rPr>
        <w:t xml:space="preserve">imię i nazwisko </w:t>
      </w:r>
    </w:p>
    <w:p w14:paraId="5BA33CC7" w14:textId="77777777" w:rsidR="00130380" w:rsidRPr="000564EA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0564EA">
        <w:rPr>
          <w:rFonts w:cs="Arial"/>
          <w:szCs w:val="18"/>
        </w:rPr>
        <w:t xml:space="preserve">adres e-mail </w:t>
      </w:r>
    </w:p>
    <w:p w14:paraId="0D19F94A" w14:textId="77777777" w:rsidR="00130380" w:rsidRPr="000564EA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0564EA">
        <w:rPr>
          <w:rFonts w:cs="Arial"/>
          <w:szCs w:val="18"/>
        </w:rPr>
        <w:t>numery telefonów</w:t>
      </w:r>
    </w:p>
    <w:p w14:paraId="387D4521" w14:textId="77777777" w:rsidR="00130380" w:rsidRPr="000564EA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0564EA">
        <w:rPr>
          <w:rFonts w:cs="Arial"/>
          <w:szCs w:val="18"/>
        </w:rPr>
        <w:t>adres zamieszkania</w:t>
      </w:r>
    </w:p>
    <w:p w14:paraId="3978B4A5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Kategorie osób. [Art. 28 ust. 3 RODO</w:t>
      </w:r>
      <w:r w:rsidRPr="005E1B98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0564EA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0564EA">
        <w:rPr>
          <w:rFonts w:cs="Arial"/>
          <w:szCs w:val="18"/>
        </w:rPr>
        <w:t>pracownicy Administratora i podmiotów stowarzyszonych Administratora</w:t>
      </w:r>
    </w:p>
    <w:p w14:paraId="68F8E88C" w14:textId="77777777" w:rsidR="00130380" w:rsidRPr="000564EA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0564EA">
        <w:rPr>
          <w:rFonts w:cs="Arial"/>
          <w:szCs w:val="18"/>
        </w:rPr>
        <w:t xml:space="preserve">klienci usługi/produktu Administratora określonych w Umowie Podstawowej  </w:t>
      </w:r>
    </w:p>
    <w:p w14:paraId="4593CEB0" w14:textId="77777777" w:rsidR="00130380" w:rsidRPr="000564EA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0564EA">
        <w:rPr>
          <w:rFonts w:cs="Arial"/>
          <w:szCs w:val="18"/>
        </w:rPr>
        <w:t>kontrahenci (odbiorcy i dostawcy) klientów Administratora</w:t>
      </w:r>
    </w:p>
    <w:p w14:paraId="563E6BDD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78CEA66E" w:rsidR="00130380" w:rsidRPr="00B74273" w:rsidRDefault="00130380" w:rsidP="00B74273">
      <w:pPr>
        <w:pStyle w:val="Akapitzlist"/>
        <w:numPr>
          <w:ilvl w:val="1"/>
          <w:numId w:val="31"/>
        </w:numPr>
        <w:spacing w:before="120" w:after="120"/>
        <w:ind w:left="1418" w:hanging="709"/>
        <w:rPr>
          <w:rFonts w:cs="Arial"/>
          <w:i/>
          <w:szCs w:val="18"/>
        </w:rPr>
      </w:pPr>
      <w:r w:rsidRPr="00B74273">
        <w:rPr>
          <w:rFonts w:cs="Arial"/>
          <w:szCs w:val="18"/>
        </w:rPr>
        <w:t xml:space="preserve">Przetwarzający oświadcza, że nie będzie korzystał z usług </w:t>
      </w:r>
      <w:proofErr w:type="spellStart"/>
      <w:r w:rsidR="0099595C" w:rsidRPr="00B74273">
        <w:rPr>
          <w:rFonts w:cs="Arial"/>
          <w:szCs w:val="18"/>
        </w:rPr>
        <w:t>P</w:t>
      </w:r>
      <w:r w:rsidRPr="00B74273">
        <w:rPr>
          <w:rFonts w:cs="Arial"/>
          <w:szCs w:val="18"/>
        </w:rPr>
        <w:t>odprzetwarzających</w:t>
      </w:r>
      <w:proofErr w:type="spellEnd"/>
      <w:r w:rsidRPr="00B74273">
        <w:rPr>
          <w:rFonts w:cs="Arial"/>
          <w:szCs w:val="18"/>
        </w:rPr>
        <w:t xml:space="preserve">/ </w:t>
      </w:r>
      <w:r w:rsidR="0099595C" w:rsidRPr="00B74273">
        <w:rPr>
          <w:rFonts w:cs="Arial"/>
          <w:szCs w:val="18"/>
        </w:rPr>
        <w:t>D</w:t>
      </w:r>
      <w:r w:rsidRPr="00B74273">
        <w:rPr>
          <w:rFonts w:cs="Arial"/>
          <w:szCs w:val="18"/>
        </w:rPr>
        <w:t xml:space="preserve">alszych </w:t>
      </w:r>
      <w:r w:rsidR="0099595C" w:rsidRPr="00B74273">
        <w:rPr>
          <w:rFonts w:cs="Arial"/>
          <w:szCs w:val="18"/>
        </w:rPr>
        <w:t>P</w:t>
      </w:r>
      <w:r w:rsidRPr="00B74273">
        <w:rPr>
          <w:rFonts w:cs="Arial"/>
          <w:szCs w:val="18"/>
        </w:rPr>
        <w:t>rzetwarzających</w:t>
      </w:r>
      <w:r w:rsidRPr="00B74273">
        <w:rPr>
          <w:rFonts w:cs="Arial"/>
          <w:i/>
          <w:szCs w:val="18"/>
        </w:rPr>
        <w:t xml:space="preserve">. </w:t>
      </w:r>
    </w:p>
    <w:p w14:paraId="665E5EB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5E1B98" w:rsidRDefault="00130380" w:rsidP="0099595C">
      <w:pPr>
        <w:numPr>
          <w:ilvl w:val="0"/>
          <w:numId w:val="9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Cs/>
          <w:szCs w:val="18"/>
        </w:rPr>
        <w:t>Przetwarzający ma następujące obowiązki:</w:t>
      </w:r>
    </w:p>
    <w:p w14:paraId="56113FD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Udokumentowane polecenia.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 xml:space="preserve">Przetwarzający przetwarza Dane wyłącznie zgodnie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z udokumentowanymi (np. pisemnie lub e-mailem) poleceniami lub instrukcjami Administratora. Strony ustal</w:t>
      </w:r>
      <w:r>
        <w:rPr>
          <w:rFonts w:cs="Arial"/>
          <w:szCs w:val="18"/>
        </w:rPr>
        <w:t>ają</w:t>
      </w:r>
      <w:r w:rsidRPr="005E1B98">
        <w:rPr>
          <w:rFonts w:cs="Arial"/>
          <w:szCs w:val="18"/>
        </w:rPr>
        <w:t xml:space="preserve"> sposób komunikacji dla celów wykonywania Umowy, w tym konkretny sposób wydawania poleceń oraz przechowywania ich dla celów dowodowych i rozliczalności</w:t>
      </w:r>
      <w:r>
        <w:rPr>
          <w:rFonts w:cs="Arial"/>
          <w:szCs w:val="18"/>
        </w:rPr>
        <w:t>: (należy wpisać w jaki sposób będzie odbywała się korespondencja pomiędzy podmiotem a administratorem)</w:t>
      </w:r>
    </w:p>
    <w:p w14:paraId="6ECA4A1B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Nieprzetwarzanie poza EOG.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5E1B98">
        <w:rPr>
          <w:rFonts w:cs="Arial"/>
          <w:b/>
          <w:szCs w:val="18"/>
        </w:rPr>
        <w:t>EOG</w:t>
      </w:r>
      <w:r w:rsidRPr="005E1B98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Poinformowanie o zamiarze przetwarzania poza EOG. [RODO.28.3.a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Jeżeli Przetwarzający ma zamiar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obowiązek przekazywać Dane poza EOG, informuje o tym Administratora, w celu umożliwienia Administratorowi </w:t>
      </w:r>
      <w:r>
        <w:rPr>
          <w:rFonts w:cs="Arial"/>
          <w:szCs w:val="18"/>
        </w:rPr>
        <w:t xml:space="preserve">rozważenia zakresu działań i ich kosztów </w:t>
      </w:r>
      <w:r w:rsidRPr="005E1B98">
        <w:rPr>
          <w:rFonts w:cs="Arial"/>
          <w:szCs w:val="18"/>
        </w:rPr>
        <w:t xml:space="preserve"> niezbędnych do zapewnienia zgodności przetwarzania z prawem</w:t>
      </w:r>
      <w:r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Bez uprzedniej pisemnej zgody Administratora Przetwarzający nie jest upoważniony do przekazywania danych poza EOG.</w:t>
      </w:r>
    </w:p>
    <w:p w14:paraId="0174725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Obowiązek prawny [RODO. 28.3.a].</w:t>
      </w:r>
      <w:r w:rsidRPr="005E1B98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>o tym obowiązku prawnym, o ile prawo mu tego nie zabrania.</w:t>
      </w:r>
    </w:p>
    <w:p w14:paraId="6B5285C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Tajemnica. [RODO.28.3.b].</w:t>
      </w:r>
      <w:r w:rsidRPr="005E1B98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</w:t>
      </w:r>
      <w:r>
        <w:rPr>
          <w:rFonts w:cs="Arial"/>
          <w:szCs w:val="18"/>
        </w:rPr>
        <w:t xml:space="preserve">w </w:t>
      </w:r>
      <w:r w:rsidRPr="005E1B98">
        <w:rPr>
          <w:rFonts w:cs="Arial"/>
          <w:szCs w:val="18"/>
        </w:rPr>
        <w:t>tajemnicy</w:t>
      </w:r>
      <w:r>
        <w:rPr>
          <w:rFonts w:cs="Arial"/>
          <w:szCs w:val="18"/>
        </w:rPr>
        <w:t xml:space="preserve">  Danych oraz sposobów ich zabezpieczeń</w:t>
      </w:r>
      <w:r w:rsidRPr="005E1B98">
        <w:rPr>
          <w:rFonts w:cs="Arial"/>
          <w:szCs w:val="18"/>
        </w:rPr>
        <w:t xml:space="preserve"> ewentualnie upewnia się, że te osoby podlegają ustawowemu obowiązkowi zachowania tajemnicy.</w:t>
      </w:r>
    </w:p>
    <w:p w14:paraId="57E258BD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Bezpieczeństwo.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/>
          <w:szCs w:val="18"/>
        </w:rPr>
        <w:t>[RODO.28.3.c].</w:t>
      </w:r>
      <w:r w:rsidRPr="005E1B98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Dalsze Przetwarzanie. [RODO.28.3.d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przestrzega warunków korzystania z usług innego Przetwarzającego (Dalszego Przetwarzającego).</w:t>
      </w:r>
    </w:p>
    <w:p w14:paraId="1EFF7D73" w14:textId="5C59FB80" w:rsidR="00130380" w:rsidRPr="00B74273" w:rsidRDefault="00130380" w:rsidP="00AE7116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B74273">
        <w:rPr>
          <w:rFonts w:cs="Arial"/>
          <w:b/>
          <w:szCs w:val="18"/>
        </w:rPr>
        <w:t>Współpraca przy realizacji praw jednostki. [RODO.28.3.e].</w:t>
      </w:r>
      <w:r w:rsidRPr="00B74273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B74273">
        <w:rPr>
          <w:rFonts w:cs="Arial"/>
          <w:szCs w:val="18"/>
        </w:rPr>
        <w:br/>
      </w:r>
      <w:r w:rsidRPr="00B74273">
        <w:rPr>
          <w:rFonts w:cs="Arial"/>
          <w:szCs w:val="18"/>
        </w:rPr>
        <w:lastRenderedPageBreak/>
        <w:t>do powierzonych Danych, w szczególności poprzez odpowiednie środki techniczne i organizacyjne pomaga Administratorowi wywiązywać się z obowiązku odpowiadania na żądania osoby, której dane dotyczą. Szczegóły obsługi Praw jednostki zostan</w:t>
      </w:r>
      <w:r w:rsidR="00B74273" w:rsidRPr="00B74273">
        <w:rPr>
          <w:rFonts w:cs="Arial"/>
          <w:szCs w:val="18"/>
        </w:rPr>
        <w:t>ą pomiędzy Stronami uzgodnione</w:t>
      </w:r>
      <w:r w:rsidR="00B74273">
        <w:rPr>
          <w:rFonts w:cs="Arial"/>
          <w:szCs w:val="18"/>
        </w:rPr>
        <w:t>.</w:t>
      </w:r>
    </w:p>
    <w:p w14:paraId="4A7C6D4F" w14:textId="77777777" w:rsidR="00130380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Wsparcie przy obowiązkach bezpieczeństwa. [RODO.28.3.f].</w:t>
      </w:r>
      <w:r w:rsidRPr="005E1B98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</w:p>
    <w:p w14:paraId="227A42F2" w14:textId="3C0CB6E1" w:rsidR="00130380" w:rsidRPr="00FB2DE7" w:rsidRDefault="00130380" w:rsidP="00130380">
      <w:pPr>
        <w:pStyle w:val="Akapitzlist"/>
        <w:spacing w:before="120" w:after="120" w:line="360" w:lineRule="auto"/>
        <w:ind w:left="851"/>
        <w:jc w:val="both"/>
        <w:rPr>
          <w:rFonts w:cs="Arial"/>
          <w:i/>
          <w:szCs w:val="18"/>
        </w:rPr>
      </w:pPr>
      <w:r w:rsidRPr="00FB2DE7">
        <w:rPr>
          <w:rFonts w:cs="Arial"/>
          <w:szCs w:val="18"/>
        </w:rPr>
        <w:t>Strony wskazują poniżej zasady współpracy  w zakresie</w:t>
      </w:r>
      <w:r>
        <w:rPr>
          <w:rFonts w:cs="Arial"/>
          <w:szCs w:val="18"/>
        </w:rPr>
        <w:t xml:space="preserve"> współpracy w realizacji obowiązków z obszaru ochrony danych, o którym mowa powyżej</w:t>
      </w:r>
      <w:r w:rsidR="00B74273">
        <w:rPr>
          <w:rFonts w:cs="Arial"/>
          <w:szCs w:val="18"/>
        </w:rPr>
        <w:t>.</w:t>
      </w:r>
      <w:r w:rsidRPr="00FB2DE7">
        <w:rPr>
          <w:rFonts w:cs="Arial"/>
          <w:szCs w:val="18"/>
        </w:rPr>
        <w:t xml:space="preserve"> </w:t>
      </w:r>
      <w:r w:rsidRPr="00FB2DE7">
        <w:rPr>
          <w:rFonts w:cs="Arial"/>
          <w:i/>
          <w:szCs w:val="18"/>
        </w:rPr>
        <w:t>Szczegóły</w:t>
      </w:r>
      <w:r w:rsidRPr="00FB2DE7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współpracy w realizacji obowiązków </w:t>
      </w:r>
      <w:r>
        <w:rPr>
          <w:rFonts w:cs="Arial"/>
          <w:szCs w:val="18"/>
        </w:rPr>
        <w:br/>
        <w:t xml:space="preserve">z obszaru ochrony danych, o którym mowa w art. 32-36 RODO </w:t>
      </w:r>
      <w:r w:rsidRPr="00047F25">
        <w:rPr>
          <w:rFonts w:cs="Arial"/>
          <w:szCs w:val="18"/>
        </w:rPr>
        <w:t>zostaną pomiędzy Stronami</w:t>
      </w:r>
      <w:r w:rsidR="00047F25" w:rsidRPr="00047F25">
        <w:rPr>
          <w:rFonts w:cs="Arial"/>
          <w:szCs w:val="18"/>
        </w:rPr>
        <w:t xml:space="preserve"> uzgodnione.</w:t>
      </w:r>
      <w:r w:rsidRPr="00FB2DE7">
        <w:rPr>
          <w:rFonts w:cs="Arial"/>
          <w:i/>
          <w:szCs w:val="18"/>
        </w:rPr>
        <w:t xml:space="preserve"> </w:t>
      </w:r>
    </w:p>
    <w:p w14:paraId="4767102F" w14:textId="77777777" w:rsidR="00130380" w:rsidRPr="005E1B98" w:rsidRDefault="00130380" w:rsidP="00130380">
      <w:pPr>
        <w:spacing w:before="120" w:after="120" w:line="360" w:lineRule="auto"/>
        <w:ind w:left="792"/>
        <w:jc w:val="both"/>
        <w:rPr>
          <w:rFonts w:cs="Arial"/>
          <w:szCs w:val="18"/>
        </w:rPr>
      </w:pPr>
    </w:p>
    <w:p w14:paraId="57E4C5D9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Legalność poleceń [RODO 28.3 akapit 2]. </w:t>
      </w:r>
      <w:r w:rsidRPr="005E1B98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</w:t>
      </w:r>
      <w:r>
        <w:rPr>
          <w:rFonts w:cs="Arial"/>
          <w:szCs w:val="18"/>
        </w:rPr>
        <w:t xml:space="preserve"> Administratorowi z tego tytułu.</w:t>
      </w:r>
    </w:p>
    <w:p w14:paraId="7E86E97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Projektowanie prywatności. [RODO 25.1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Minimalizacja. [RODO </w:t>
      </w:r>
      <w:r>
        <w:rPr>
          <w:rFonts w:cs="Arial"/>
          <w:b/>
          <w:bCs/>
          <w:szCs w:val="18"/>
        </w:rPr>
        <w:t>29</w:t>
      </w:r>
      <w:r w:rsidRPr="005E1B98">
        <w:rPr>
          <w:rFonts w:cs="Arial"/>
          <w:b/>
          <w:bCs/>
          <w:szCs w:val="18"/>
        </w:rPr>
        <w:t>.</w:t>
      </w:r>
      <w:r w:rsidRPr="005E1B98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RCPD. [RODO 30.2.].</w:t>
      </w:r>
      <w:r w:rsidRPr="005E1B98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5E1B98">
        <w:rPr>
          <w:rFonts w:cs="Arial"/>
          <w:b/>
          <w:szCs w:val="18"/>
        </w:rPr>
        <w:t>Rejestr</w:t>
      </w:r>
      <w:r w:rsidRPr="005E1B98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DE0C32">
        <w:rPr>
          <w:rFonts w:cs="Arial"/>
          <w:b/>
          <w:bCs/>
          <w:szCs w:val="18"/>
        </w:rPr>
        <w:t xml:space="preserve">Profilowanie. [RODO 13 i 14]. </w:t>
      </w:r>
      <w:r w:rsidRPr="00DE0C32">
        <w:rPr>
          <w:rFonts w:cs="Arial"/>
          <w:szCs w:val="18"/>
        </w:rPr>
        <w:t xml:space="preserve">Przetwarzający oświadcza, że nie wykorzystuje w celu realizacji Umowy zautomatyzowane przetwarzania, w tym profilowania, o którym mowa w art. 22 ust. 1 i 4 RODO. Przetwarzający oświadcza również, że nie korzysta z podwykonawców, którzy </w:t>
      </w:r>
      <w:r>
        <w:rPr>
          <w:rFonts w:cs="Arial"/>
          <w:szCs w:val="18"/>
        </w:rPr>
        <w:t>wykorzystują</w:t>
      </w:r>
      <w:r w:rsidRPr="00DE0C32">
        <w:rPr>
          <w:rFonts w:cs="Arial"/>
          <w:szCs w:val="18"/>
        </w:rPr>
        <w:t xml:space="preserve"> w celu realizacji Umo</w:t>
      </w:r>
      <w:r w:rsidRPr="000334BA">
        <w:rPr>
          <w:rFonts w:cs="Arial"/>
          <w:szCs w:val="18"/>
        </w:rPr>
        <w:t>wy zautomatyzowane przetwarzania, w tym profilowania,</w:t>
      </w:r>
      <w:r>
        <w:rPr>
          <w:rFonts w:cs="Arial"/>
          <w:szCs w:val="18"/>
        </w:rPr>
        <w:t xml:space="preserve"> </w:t>
      </w:r>
      <w:r w:rsidRPr="00DE0C32">
        <w:rPr>
          <w:rFonts w:cs="Arial"/>
          <w:szCs w:val="18"/>
        </w:rPr>
        <w:t xml:space="preserve">Jeżeli Przetwarzający ma zamiar </w:t>
      </w:r>
      <w:r>
        <w:rPr>
          <w:rFonts w:cs="Arial"/>
          <w:szCs w:val="18"/>
        </w:rPr>
        <w:t>wykorzystywać</w:t>
      </w:r>
      <w:r w:rsidRPr="00DE0C32">
        <w:rPr>
          <w:rFonts w:cs="Arial"/>
          <w:szCs w:val="18"/>
        </w:rPr>
        <w:t xml:space="preserve"> w celu realizacji Umowy zautomatyzowane przetwarzani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>, w tym profilowani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 xml:space="preserve">, informuje o tym Administratora, w celu umożliwienia Administratorowi rozważenia zakresu działań i ich kosztów  niezbędnych do zapewnienia zgodności </w:t>
      </w:r>
      <w:r>
        <w:rPr>
          <w:rFonts w:cs="Arial"/>
          <w:szCs w:val="18"/>
        </w:rPr>
        <w:t xml:space="preserve">takiego </w:t>
      </w:r>
      <w:r w:rsidRPr="00DE0C32">
        <w:rPr>
          <w:rFonts w:cs="Arial"/>
          <w:szCs w:val="18"/>
        </w:rPr>
        <w:t xml:space="preserve">przetwarzania z prawem. Bez uprzedniej pisemnej zgody Administratora Przetwarzający nie jest upoważniony do </w:t>
      </w:r>
      <w:r>
        <w:rPr>
          <w:rFonts w:cs="Arial"/>
          <w:szCs w:val="18"/>
        </w:rPr>
        <w:t>wykorzystywania,</w:t>
      </w:r>
      <w:r w:rsidRPr="00DE0C32">
        <w:rPr>
          <w:rFonts w:cs="Arial"/>
          <w:szCs w:val="18"/>
        </w:rPr>
        <w:t xml:space="preserve"> w celu realizacji Umowy</w:t>
      </w:r>
      <w:r>
        <w:rPr>
          <w:rFonts w:cs="Arial"/>
          <w:szCs w:val="18"/>
        </w:rPr>
        <w:t>,</w:t>
      </w:r>
      <w:r w:rsidRPr="00DE0C32">
        <w:rPr>
          <w:rFonts w:cs="Arial"/>
          <w:szCs w:val="18"/>
        </w:rPr>
        <w:t xml:space="preserve"> zautomatyzowane przetwarzania, w tym profilowania,</w:t>
      </w:r>
    </w:p>
    <w:p w14:paraId="6A8CC462" w14:textId="71A97035" w:rsidR="00130380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Potwierdzenie kompetencji.</w:t>
      </w:r>
      <w:r w:rsidRPr="005E1B98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0C429925" w14:textId="77777777" w:rsidR="00047F25" w:rsidRPr="0035562C" w:rsidRDefault="00047F25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</w:p>
    <w:p w14:paraId="3556C635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27FE7AD8" w:rsidR="00130380" w:rsidRPr="0035562C" w:rsidRDefault="00130380" w:rsidP="0099595C">
      <w:pPr>
        <w:numPr>
          <w:ilvl w:val="1"/>
          <w:numId w:val="14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/>
          <w:bCs/>
          <w:szCs w:val="18"/>
        </w:rPr>
        <w:t>Środowisko przetwarzania.</w:t>
      </w:r>
      <w:r w:rsidRPr="005E1B98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</w:t>
      </w:r>
      <w:r>
        <w:rPr>
          <w:rFonts w:cs="Arial"/>
          <w:bCs/>
          <w:szCs w:val="18"/>
        </w:rPr>
        <w:t>d</w:t>
      </w:r>
      <w:r w:rsidRPr="005E1B98">
        <w:rPr>
          <w:rFonts w:cs="Arial"/>
          <w:bCs/>
          <w:szCs w:val="18"/>
        </w:rPr>
        <w:t xml:space="preserve">kłada </w:t>
      </w:r>
      <w:r>
        <w:rPr>
          <w:rFonts w:cs="Arial"/>
          <w:bCs/>
          <w:szCs w:val="18"/>
        </w:rPr>
        <w:t xml:space="preserve">na żądanie Administratora </w:t>
      </w:r>
      <w:r w:rsidRPr="005E1B98">
        <w:rPr>
          <w:rFonts w:cs="Arial"/>
          <w:bCs/>
          <w:szCs w:val="18"/>
        </w:rPr>
        <w:t xml:space="preserve">odpowiedni </w:t>
      </w:r>
      <w:r w:rsidRPr="005E1B98">
        <w:rPr>
          <w:rFonts w:cs="Arial"/>
          <w:bCs/>
          <w:szCs w:val="18"/>
        </w:rPr>
        <w:lastRenderedPageBreak/>
        <w:t xml:space="preserve">dokument, wykazujący uprawnienia do korzystania z systemu. </w:t>
      </w:r>
      <w:r w:rsidRPr="005E1B98">
        <w:rPr>
          <w:rFonts w:cs="Arial"/>
          <w:b/>
          <w:bCs/>
          <w:i/>
          <w:szCs w:val="18"/>
        </w:rPr>
        <w:t xml:space="preserve">Załącznik nr. </w:t>
      </w:r>
      <w:r w:rsidR="000564EA">
        <w:rPr>
          <w:rFonts w:cs="Arial"/>
          <w:b/>
          <w:bCs/>
          <w:i/>
          <w:szCs w:val="18"/>
        </w:rPr>
        <w:t>1</w:t>
      </w:r>
      <w:bookmarkStart w:id="1" w:name="_GoBack"/>
      <w:bookmarkEnd w:id="1"/>
      <w:r w:rsidRPr="005E1B98">
        <w:rPr>
          <w:rFonts w:cs="Arial"/>
          <w:bCs/>
          <w:szCs w:val="18"/>
        </w:rPr>
        <w:t xml:space="preserve"> -</w:t>
      </w:r>
      <w:r w:rsidRPr="005E1B98">
        <w:rPr>
          <w:rFonts w:cs="Arial"/>
          <w:b/>
          <w:bCs/>
          <w:i/>
          <w:szCs w:val="18"/>
        </w:rPr>
        <w:t>Wykaz Systemów Biorących Udział w Przetwarzaniu</w:t>
      </w:r>
      <w:r w:rsidRPr="005E1B98">
        <w:rPr>
          <w:rFonts w:cs="Arial"/>
          <w:bCs/>
          <w:szCs w:val="18"/>
        </w:rPr>
        <w:t xml:space="preserve"> </w:t>
      </w:r>
    </w:p>
    <w:p w14:paraId="33491CCE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5E1B98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Obowiązki Administratora. </w:t>
      </w:r>
      <w:r w:rsidRPr="005E1B98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77777777" w:rsidR="00130380" w:rsidRPr="0035562C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Działanie zgodnie z zasadami [RODO.5]. </w:t>
      </w:r>
      <w:r w:rsidRPr="005E1B98">
        <w:rPr>
          <w:rFonts w:cs="Arial"/>
          <w:szCs w:val="18"/>
        </w:rPr>
        <w:t>Administrator oświadcza, że przetwarza Dane zgodnie z zasadami określonymi w art. 5 RODO.</w:t>
      </w:r>
    </w:p>
    <w:p w14:paraId="13682A5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Bezpieczeństwo Danych. [Art. 32 RODO</w:t>
      </w:r>
      <w:r w:rsidRPr="005E1B98">
        <w:rPr>
          <w:rFonts w:cs="Arial"/>
          <w:szCs w:val="18"/>
        </w:rPr>
        <w:t>]. Przetwarzający przeprowadza analizę ryzyka przetwarzania obejmującą Dane</w:t>
      </w:r>
      <w:r>
        <w:rPr>
          <w:rFonts w:cs="Arial"/>
          <w:szCs w:val="18"/>
        </w:rPr>
        <w:t>, jeszcze przed zawarciem Umowy</w:t>
      </w:r>
      <w:r w:rsidRPr="005E1B98">
        <w:rPr>
          <w:rFonts w:cs="Arial"/>
          <w:szCs w:val="18"/>
        </w:rPr>
        <w:t xml:space="preserve">, udostępnia ją Administratorowi i stosuje się do jej wyników co do organizacyjnych i technicznych środków ochrony Danych. </w:t>
      </w:r>
      <w:r>
        <w:rPr>
          <w:rFonts w:cs="Arial"/>
          <w:szCs w:val="18"/>
        </w:rPr>
        <w:t>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35562C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</w:t>
      </w:r>
      <w:r w:rsidRPr="00774713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uwzględniając aktualny stan wiedzy technicznej.</w:t>
      </w:r>
    </w:p>
    <w:p w14:paraId="5B903441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5E1B98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Powiadomienie</w:t>
      </w:r>
      <w:r w:rsidRPr="005E1B98">
        <w:rPr>
          <w:rFonts w:cs="Arial"/>
          <w:b/>
          <w:szCs w:val="18"/>
        </w:rPr>
        <w:t xml:space="preserve"> o naruszeniu.</w:t>
      </w:r>
      <w:r w:rsidRPr="005E1B98">
        <w:rPr>
          <w:rFonts w:cs="Arial"/>
          <w:szCs w:val="18"/>
        </w:rPr>
        <w:t xml:space="preserve"> Przetwarzający powiadamia Administratora Danych o podejrzeniu naruszenia ochrony Danych</w:t>
      </w:r>
      <w:r>
        <w:rPr>
          <w:rFonts w:cs="Arial"/>
          <w:szCs w:val="18"/>
        </w:rPr>
        <w:t xml:space="preserve"> lub naruszeniu ochrony danych</w:t>
      </w:r>
      <w:r w:rsidRPr="005E1B98">
        <w:rPr>
          <w:rFonts w:cs="Arial"/>
          <w:szCs w:val="18"/>
        </w:rPr>
        <w:t xml:space="preserve"> nie później niż w 24 godziny od </w:t>
      </w:r>
      <w:r>
        <w:rPr>
          <w:rFonts w:cs="Arial"/>
          <w:szCs w:val="18"/>
        </w:rPr>
        <w:t>pierwszego stwierdzenia naruszenia lub pierwszego stwierdzenia podejrzenia naruszenia ochrony Danych</w:t>
      </w:r>
      <w:r w:rsidRPr="005E1B98">
        <w:rPr>
          <w:rFonts w:cs="Arial"/>
          <w:szCs w:val="18"/>
        </w:rPr>
        <w:t xml:space="preserve">. Umożliwia Administratorowi uczestnictwo w czynnościach wyjaśniających i informuje Administratora o ustaleniach z chwilą ich dokonania,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 o stwierdzeniu naruszenia. </w:t>
      </w:r>
    </w:p>
    <w:p w14:paraId="7653A08A" w14:textId="77777777" w:rsidR="00130380" w:rsidRPr="0035562C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Rozwinięcie</w:t>
      </w:r>
      <w:r w:rsidRPr="005E1B98">
        <w:rPr>
          <w:rFonts w:cs="Arial"/>
          <w:szCs w:val="18"/>
        </w:rPr>
        <w:t>. Powiadomienie o stwierdzeniu naruszenia</w:t>
      </w:r>
      <w:r>
        <w:rPr>
          <w:rFonts w:cs="Arial"/>
          <w:szCs w:val="18"/>
        </w:rPr>
        <w:t xml:space="preserve"> lub podejrzeniu naruszenia ochrony Danych</w:t>
      </w:r>
      <w:r w:rsidRPr="005E1B98">
        <w:rPr>
          <w:rFonts w:cs="Arial"/>
          <w:szCs w:val="18"/>
        </w:rPr>
        <w:t>, powinno być skutecznie dostarczone wraz z wszelką niezbędną dokumentacją dotyczącą naruszenia</w:t>
      </w:r>
      <w:r>
        <w:rPr>
          <w:rFonts w:cs="Arial"/>
          <w:szCs w:val="18"/>
        </w:rPr>
        <w:t xml:space="preserve"> w terminie 24 godzin </w:t>
      </w:r>
      <w:r>
        <w:rPr>
          <w:rFonts w:cs="Arial"/>
          <w:szCs w:val="18"/>
        </w:rPr>
        <w:br/>
        <w:t>od pierwszego stwierdzenia naruszenia lub pierwszego stwierdzenia podejrzenia naruszenia ochrony Danych</w:t>
      </w:r>
      <w:r w:rsidRPr="005E1B98">
        <w:rPr>
          <w:rFonts w:cs="Arial"/>
          <w:szCs w:val="18"/>
        </w:rPr>
        <w:t>, aby umożliwić Administratorowi spełnienie obowiązku powiadomienia organu nadzorczego.</w:t>
      </w:r>
    </w:p>
    <w:p w14:paraId="0142BBF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2CA78C9A" w:rsidR="00130380" w:rsidRPr="005E1B98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Strony wyznaczyły </w:t>
      </w:r>
      <w:r w:rsidR="00411A5A">
        <w:rPr>
          <w:rFonts w:cs="Arial"/>
          <w:szCs w:val="18"/>
        </w:rPr>
        <w:t xml:space="preserve">Komórki ds. Ochrony danych osobowych </w:t>
      </w:r>
      <w:r w:rsidRPr="005E1B98">
        <w:rPr>
          <w:rFonts w:cs="Arial"/>
          <w:szCs w:val="18"/>
        </w:rPr>
        <w:t>dla potrzeb komunikacji dotyczących naruszeń ochrony Danych</w:t>
      </w:r>
      <w:r w:rsidR="00047F25"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</w:p>
    <w:p w14:paraId="763C6915" w14:textId="463B147E" w:rsidR="005D0063" w:rsidRPr="005D0063" w:rsidRDefault="00411A5A" w:rsidP="0099595C">
      <w:pPr>
        <w:pStyle w:val="Akapitzlist"/>
        <w:numPr>
          <w:ilvl w:val="1"/>
          <w:numId w:val="17"/>
        </w:numPr>
        <w:rPr>
          <w:rFonts w:cs="Arial"/>
          <w:szCs w:val="18"/>
        </w:rPr>
      </w:pPr>
      <w:r w:rsidRPr="005D0063">
        <w:rPr>
          <w:rFonts w:cs="Arial"/>
          <w:b/>
          <w:bCs/>
          <w:szCs w:val="18"/>
        </w:rPr>
        <w:t>Rozwinięcie</w:t>
      </w:r>
      <w:r w:rsidRPr="005D0063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>
        <w:rPr>
          <w:rFonts w:cs="Arial"/>
          <w:szCs w:val="18"/>
        </w:rPr>
        <w:t xml:space="preserve"> za</w:t>
      </w:r>
      <w:r w:rsidR="005D0063" w:rsidRPr="005D0063">
        <w:rPr>
          <w:rFonts w:cs="Arial"/>
          <w:szCs w:val="18"/>
        </w:rPr>
        <w:t xml:space="preserve"> pośrednictwem korespondencji e-mail na adres: incydenty@pgedystrybucja.pl, nie później niż w 24 godziny o</w:t>
      </w:r>
      <w:r w:rsidR="005D0063">
        <w:rPr>
          <w:rFonts w:cs="Arial"/>
          <w:szCs w:val="18"/>
        </w:rPr>
        <w:t>d momentu wystąpienia zdarzenia</w:t>
      </w:r>
      <w:r w:rsidR="009007D7">
        <w:rPr>
          <w:rFonts w:cs="Arial"/>
          <w:szCs w:val="18"/>
        </w:rPr>
        <w:t xml:space="preserve"> oraz do osób </w:t>
      </w:r>
      <w:r w:rsidR="00217307">
        <w:rPr>
          <w:rFonts w:cs="Arial"/>
          <w:szCs w:val="18"/>
        </w:rPr>
        <w:t>sprawujących</w:t>
      </w:r>
      <w:r w:rsidR="009007D7">
        <w:rPr>
          <w:rFonts w:cs="Arial"/>
          <w:szCs w:val="18"/>
        </w:rPr>
        <w:t xml:space="preserve"> nadzór nad </w:t>
      </w:r>
      <w:r w:rsidR="00217307">
        <w:rPr>
          <w:rFonts w:cs="Arial"/>
          <w:szCs w:val="18"/>
        </w:rPr>
        <w:t>realizacją</w:t>
      </w:r>
      <w:r w:rsidR="009007D7">
        <w:rPr>
          <w:rFonts w:cs="Arial"/>
          <w:szCs w:val="18"/>
        </w:rPr>
        <w:t xml:space="preserve"> umowy </w:t>
      </w:r>
      <w:r w:rsidR="00217307">
        <w:rPr>
          <w:rFonts w:cs="Arial"/>
          <w:szCs w:val="18"/>
        </w:rPr>
        <w:t>podstawowej</w:t>
      </w:r>
      <w:r w:rsidR="009007D7">
        <w:rPr>
          <w:rFonts w:cs="Arial"/>
          <w:szCs w:val="18"/>
        </w:rPr>
        <w:t xml:space="preserve">. </w:t>
      </w:r>
    </w:p>
    <w:p w14:paraId="4A907A64" w14:textId="045D53F0" w:rsidR="00411A5A" w:rsidRPr="00047F25" w:rsidRDefault="00411A5A" w:rsidP="00047F25">
      <w:pPr>
        <w:ind w:left="360"/>
        <w:rPr>
          <w:rFonts w:cs="Arial"/>
          <w:szCs w:val="18"/>
        </w:rPr>
      </w:pPr>
    </w:p>
    <w:p w14:paraId="3F088BFF" w14:textId="77777777" w:rsidR="00130380" w:rsidRPr="0035562C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Wszelka</w:t>
      </w:r>
      <w:r w:rsidRPr="005E1B98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35562C" w:rsidRDefault="00130380" w:rsidP="00130380">
      <w:pPr>
        <w:spacing w:before="120" w:after="120" w:line="360" w:lineRule="auto"/>
        <w:ind w:left="788"/>
        <w:jc w:val="both"/>
        <w:rPr>
          <w:rFonts w:cs="Arial"/>
          <w:szCs w:val="18"/>
        </w:rPr>
      </w:pPr>
    </w:p>
    <w:p w14:paraId="0FC8C57C" w14:textId="1A5E2F30" w:rsidR="00130380" w:rsidRPr="005E1B98" w:rsidRDefault="00047F25" w:rsidP="00130380">
      <w:pPr>
        <w:jc w:val="center"/>
        <w:rPr>
          <w:rFonts w:eastAsiaTheme="minorHAnsi" w:cs="Arial"/>
          <w:b/>
          <w:szCs w:val="18"/>
          <w:lang w:eastAsia="en-US"/>
        </w:rPr>
      </w:pPr>
      <w:r>
        <w:rPr>
          <w:rFonts w:eastAsiaTheme="minorHAnsi" w:cs="Arial"/>
          <w:b/>
          <w:szCs w:val="18"/>
          <w:lang w:eastAsia="en-US"/>
        </w:rPr>
        <w:t>§ 9</w:t>
      </w:r>
      <w:r w:rsidR="00130380" w:rsidRPr="005E1B98">
        <w:rPr>
          <w:rFonts w:eastAsiaTheme="minorHAnsi" w:cs="Arial"/>
          <w:b/>
          <w:szCs w:val="18"/>
          <w:lang w:eastAsia="en-US"/>
        </w:rPr>
        <w:t xml:space="preserve"> Nadzór</w:t>
      </w:r>
      <w:r w:rsidR="00130380">
        <w:rPr>
          <w:rFonts w:eastAsiaTheme="minorHAnsi" w:cs="Arial"/>
          <w:b/>
          <w:szCs w:val="18"/>
          <w:lang w:eastAsia="en-US"/>
        </w:rPr>
        <w:t xml:space="preserve"> – Prawa Administratora</w:t>
      </w:r>
    </w:p>
    <w:p w14:paraId="244CD794" w14:textId="7BF639E9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ind w:left="788" w:hanging="431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Sprawowanie kontroli. [Art. 28 ust. 3 lit. h</w:t>
      </w:r>
      <w:r w:rsidRPr="005E1B98">
        <w:rPr>
          <w:rFonts w:cs="Arial"/>
          <w:szCs w:val="18"/>
        </w:rPr>
        <w:t xml:space="preserve">]. Administrator kontroluje sposób przetwarzania powierzonych Danych po uprzednim poinformowaniu Przetwarzającego o planowanej kontroli. Administrator lub wyznaczone przez niego osoby są uprawnione do  wstępu do pomieszczeń, w których przetwarzane są Dane oraz  wglądu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lastRenderedPageBreak/>
        <w:t xml:space="preserve">do dokumentacji związanej z przetwarzaniem Danych. Administrator uprawniony jest do żądania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od Przetwarzającego udzielania informacji dotyczących </w:t>
      </w:r>
      <w:r w:rsidRPr="0035562C">
        <w:rPr>
          <w:rFonts w:cs="Arial"/>
          <w:szCs w:val="18"/>
        </w:rPr>
        <w:t>przebiegu przetwarzania Danych oraz udostępnienia rejestru kategorii przetwarzania dotyczącego Umowy.</w:t>
      </w:r>
    </w:p>
    <w:p w14:paraId="32F6FEB7" w14:textId="77777777" w:rsidR="00130380" w:rsidRPr="005E1B98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Współpraca przy kontroli. [Art. 28 ust. 3 lit. h</w:t>
      </w:r>
      <w:r w:rsidRPr="005E1B98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Udzielenie informacji.</w:t>
      </w:r>
      <w:r w:rsidRPr="005E1B98">
        <w:rPr>
          <w:rFonts w:cs="Arial"/>
          <w:bCs/>
          <w:szCs w:val="18"/>
        </w:rPr>
        <w:t xml:space="preserve"> Przetwarzający udostępnia</w:t>
      </w:r>
      <w:r w:rsidRPr="005E1B98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tym inspekcji. Administrator uprzedzi o planowej kontroli lub audycie Przetwarzającego co najmniej </w:t>
      </w:r>
      <w:r>
        <w:rPr>
          <w:rFonts w:cs="Arial"/>
          <w:szCs w:val="18"/>
        </w:rPr>
        <w:t>7</w:t>
      </w:r>
      <w:r w:rsidRPr="005E1B98">
        <w:rPr>
          <w:rFonts w:cs="Arial"/>
          <w:szCs w:val="18"/>
        </w:rPr>
        <w:t xml:space="preserve"> dni roboczych przed jej rozpoczęciem, chyba że potrzeba kontroli wyniknie nagle..</w:t>
      </w:r>
    </w:p>
    <w:p w14:paraId="515005F2" w14:textId="00991BB8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</w:t>
      </w:r>
      <w:r w:rsidR="00047F25">
        <w:rPr>
          <w:rFonts w:eastAsiaTheme="minorHAnsi" w:cs="Arial"/>
          <w:b/>
          <w:szCs w:val="18"/>
          <w:lang w:eastAsia="en-US"/>
        </w:rPr>
        <w:t>0</w:t>
      </w:r>
      <w:r w:rsidRPr="005E1B98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0600EF82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Oświadczenie Administratora. </w:t>
      </w:r>
      <w:r w:rsidRPr="005E1B98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6CF0F27D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Oświadczenie Przetwarzającego.</w:t>
      </w:r>
      <w:r w:rsidRPr="005E1B98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</w:t>
      </w:r>
      <w:r>
        <w:rPr>
          <w:rFonts w:cs="Arial"/>
          <w:szCs w:val="18"/>
        </w:rPr>
        <w:t>, w szczególności biorąc od uwagę wymogi RODO</w:t>
      </w:r>
      <w:r w:rsidRPr="005E1B98">
        <w:rPr>
          <w:rFonts w:cs="Arial"/>
          <w:szCs w:val="18"/>
        </w:rPr>
        <w:t xml:space="preserve">. </w:t>
      </w:r>
    </w:p>
    <w:p w14:paraId="7293A250" w14:textId="77777777" w:rsidR="00130380" w:rsidRPr="0035562C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Referencje. </w:t>
      </w:r>
      <w:r w:rsidRPr="005E1B98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5E1B98">
        <w:rPr>
          <w:rFonts w:cs="Arial"/>
          <w:b/>
          <w:bCs/>
          <w:szCs w:val="18"/>
        </w:rPr>
        <w:t xml:space="preserve"> </w:t>
      </w:r>
    </w:p>
    <w:p w14:paraId="24C6CF79" w14:textId="626646F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</w:t>
      </w:r>
      <w:r w:rsidR="00047F25">
        <w:rPr>
          <w:rFonts w:eastAsiaTheme="minorHAnsi" w:cs="Arial"/>
          <w:b/>
          <w:szCs w:val="18"/>
          <w:lang w:eastAsia="en-US"/>
        </w:rPr>
        <w:t>1</w:t>
      </w:r>
      <w:r w:rsidRPr="005E1B98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A122AE6" w14:textId="77777777" w:rsidR="00130380" w:rsidRPr="005E1B98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Przetwarzającego. [Art. 82 ust. 2 RODO</w:t>
      </w:r>
      <w:r w:rsidRPr="005E1B98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77777777" w:rsidR="00130380" w:rsidRPr="0035562C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za Dalszego Przetwarzającego. [Art. 28 ust. 4 RODO</w:t>
      </w:r>
      <w:r w:rsidRPr="005E1B98">
        <w:rPr>
          <w:rFonts w:cs="Arial"/>
          <w:szCs w:val="18"/>
        </w:rPr>
        <w:t>]. Jeżeli Dalszy Przetwarzający nie wywiąże się ze spoczywających na nim obowiązków ochrony Danych, pełna odpowiedzialność wobec Administratora za wypełnienie obowiązków przez Dalszego Przetwarzającego spoczywa na Przetwarzającym.</w:t>
      </w:r>
      <w:r w:rsidRPr="006E2A4B">
        <w:rPr>
          <w:rFonts w:cs="Arial"/>
          <w:szCs w:val="18"/>
        </w:rPr>
        <w:t xml:space="preserve"> </w:t>
      </w:r>
      <w:r w:rsidRPr="005E1B98">
        <w:rPr>
          <w:rFonts w:cs="Arial"/>
          <w:szCs w:val="18"/>
        </w:rPr>
        <w:t xml:space="preserve">Przetwarzający odpowiada za szkody spowodowane </w:t>
      </w:r>
      <w:r>
        <w:rPr>
          <w:rFonts w:cs="Arial"/>
          <w:szCs w:val="18"/>
        </w:rPr>
        <w:t xml:space="preserve">działaniem Dalszych Przetwarzających </w:t>
      </w:r>
      <w:r w:rsidRPr="005E1B98">
        <w:rPr>
          <w:rFonts w:cs="Arial"/>
          <w:szCs w:val="18"/>
        </w:rPr>
        <w:t xml:space="preserve">w związku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z niedopełnieniem obowiązków, które </w:t>
      </w:r>
      <w:r>
        <w:rPr>
          <w:rFonts w:cs="Arial"/>
          <w:szCs w:val="18"/>
        </w:rPr>
        <w:t xml:space="preserve">Umowa, Oświadczenie, o którym mowa w § 2.5 </w:t>
      </w:r>
      <w:r w:rsidRPr="00CA24A8">
        <w:rPr>
          <w:rFonts w:cs="Arial"/>
          <w:i/>
          <w:szCs w:val="18"/>
        </w:rPr>
        <w:t>(fakultatywne)</w:t>
      </w:r>
      <w:r>
        <w:rPr>
          <w:rFonts w:cs="Arial"/>
          <w:szCs w:val="18"/>
        </w:rPr>
        <w:t xml:space="preserve"> lub </w:t>
      </w:r>
      <w:r w:rsidRPr="005E1B98">
        <w:rPr>
          <w:rFonts w:cs="Arial"/>
          <w:szCs w:val="18"/>
        </w:rPr>
        <w:t xml:space="preserve">RODO nakłada </w:t>
      </w:r>
      <w:r>
        <w:rPr>
          <w:rFonts w:cs="Arial"/>
          <w:szCs w:val="18"/>
        </w:rPr>
        <w:t xml:space="preserve">na Dalszego Przetwarzającego </w:t>
      </w:r>
      <w:r w:rsidRPr="005E1B98">
        <w:rPr>
          <w:rFonts w:cs="Arial"/>
          <w:szCs w:val="18"/>
        </w:rPr>
        <w:t xml:space="preserve">lub gdy działał poza zgodnymi z prawem instrukcjami Administratora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wbrew tym instrukcjom. Przetwarzający odpowiada za szkody spowodowane zastosowaniem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lub niezastosowaniem właściwych środków bezpieczeństwa</w:t>
      </w:r>
      <w:r>
        <w:rPr>
          <w:rFonts w:cs="Arial"/>
          <w:szCs w:val="18"/>
        </w:rPr>
        <w:t xml:space="preserve"> przez dalszego Przetwarzającego</w:t>
      </w:r>
      <w:r w:rsidRPr="005E1B98">
        <w:rPr>
          <w:rFonts w:cs="Arial"/>
          <w:szCs w:val="18"/>
        </w:rPr>
        <w:t>.</w:t>
      </w:r>
    </w:p>
    <w:p w14:paraId="1A8E64E2" w14:textId="7263FEC6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</w:t>
      </w:r>
      <w:r w:rsidR="00047F25">
        <w:rPr>
          <w:rFonts w:eastAsiaTheme="minorHAnsi" w:cs="Arial"/>
          <w:b/>
          <w:szCs w:val="18"/>
          <w:lang w:eastAsia="en-US"/>
        </w:rPr>
        <w:t>2</w:t>
      </w:r>
      <w:r w:rsidRPr="005E1B98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63C0FAC8" w14:textId="77777777" w:rsidR="00130380" w:rsidRDefault="00130380" w:rsidP="0099595C">
      <w:pPr>
        <w:numPr>
          <w:ilvl w:val="1"/>
          <w:numId w:val="22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Czas obowiązywania [Art. 28 ust. 3</w:t>
      </w:r>
      <w:r w:rsidRPr="005E1B98">
        <w:rPr>
          <w:rFonts w:cs="Arial"/>
          <w:szCs w:val="18"/>
        </w:rPr>
        <w:t xml:space="preserve">].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celu uniknięcia wątpliwości, rozwiązanie Umowy Podstawowej skutkuje rozwiązaniem niniejszej Umowy.</w:t>
      </w:r>
    </w:p>
    <w:p w14:paraId="072D258C" w14:textId="2BA9D708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Umowa może zostać rozwiązana przez Administratora w przypadku nie przestrzegania warunków tejże Umowy. </w:t>
      </w:r>
      <w:r>
        <w:rPr>
          <w:rFonts w:eastAsia="Calibri" w:cs="Arial"/>
          <w:bCs/>
          <w:szCs w:val="18"/>
        </w:rPr>
        <w:br/>
      </w:r>
      <w:r w:rsidRPr="00204210">
        <w:rPr>
          <w:rFonts w:eastAsia="Calibri" w:cs="Arial"/>
          <w:bCs/>
          <w:szCs w:val="18"/>
        </w:rPr>
        <w:t xml:space="preserve">W takim </w:t>
      </w:r>
      <w:r w:rsidR="000D5FB6" w:rsidRPr="00204210">
        <w:rPr>
          <w:rFonts w:eastAsia="Calibri" w:cs="Arial"/>
          <w:bCs/>
          <w:szCs w:val="18"/>
        </w:rPr>
        <w:t>przypadku Administrator</w:t>
      </w:r>
      <w:r w:rsidRPr="00204210">
        <w:rPr>
          <w:rFonts w:eastAsia="Calibri" w:cs="Arial"/>
          <w:bCs/>
          <w:szCs w:val="18"/>
        </w:rPr>
        <w:t xml:space="preserve"> </w:t>
      </w:r>
      <w:r w:rsidR="00217307" w:rsidRPr="00204210">
        <w:rPr>
          <w:rFonts w:eastAsia="Calibri" w:cs="Arial"/>
          <w:bCs/>
          <w:szCs w:val="18"/>
        </w:rPr>
        <w:t>powinien</w:t>
      </w:r>
      <w:r w:rsidRPr="00204210">
        <w:rPr>
          <w:rFonts w:eastAsia="Calibri" w:cs="Arial"/>
          <w:bCs/>
          <w:szCs w:val="18"/>
        </w:rPr>
        <w:t xml:space="preserve">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77777777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1BA413BE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rażącego naruszenia przez </w:t>
      </w:r>
      <w:r w:rsidR="00217307">
        <w:rPr>
          <w:rFonts w:eastAsia="Calibri" w:cs="Arial"/>
          <w:bCs/>
          <w:szCs w:val="18"/>
        </w:rPr>
        <w:t>Przetwarzającego</w:t>
      </w:r>
      <w:r w:rsidRPr="0020421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02693C0A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lastRenderedPageBreak/>
        <w:t xml:space="preserve">wszczęcia postępowania administracyjnego, sądowego przeciw </w:t>
      </w:r>
      <w:r w:rsidR="00047F25" w:rsidRPr="00204210">
        <w:rPr>
          <w:rFonts w:eastAsia="Calibri" w:cs="Arial"/>
          <w:bCs/>
          <w:szCs w:val="18"/>
        </w:rPr>
        <w:t>P</w:t>
      </w:r>
      <w:r w:rsidR="00047F25">
        <w:rPr>
          <w:rFonts w:eastAsia="Calibri" w:cs="Arial"/>
          <w:bCs/>
          <w:szCs w:val="18"/>
        </w:rPr>
        <w:t>rzetwarzającemu</w:t>
      </w:r>
      <w:r w:rsidRPr="00204210">
        <w:rPr>
          <w:rFonts w:eastAsia="Calibri" w:cs="Arial"/>
          <w:bCs/>
          <w:szCs w:val="18"/>
        </w:rPr>
        <w:t xml:space="preserve">, Dalszemu </w:t>
      </w:r>
      <w:r w:rsidR="00047F25" w:rsidRPr="00204210">
        <w:rPr>
          <w:rFonts w:eastAsia="Calibri" w:cs="Arial"/>
          <w:bCs/>
          <w:szCs w:val="18"/>
        </w:rPr>
        <w:t>P</w:t>
      </w:r>
      <w:r w:rsidR="00047F25">
        <w:rPr>
          <w:rFonts w:eastAsia="Calibri" w:cs="Arial"/>
          <w:bCs/>
          <w:szCs w:val="18"/>
        </w:rPr>
        <w:t>rzetwarzającemu</w:t>
      </w:r>
      <w:r w:rsidRPr="00204210">
        <w:rPr>
          <w:rFonts w:eastAsia="Calibri" w:cs="Arial"/>
          <w:bCs/>
          <w:szCs w:val="18"/>
        </w:rPr>
        <w:t xml:space="preserve"> w związku z naruszeniem ochrony danych osobowych</w:t>
      </w:r>
    </w:p>
    <w:p w14:paraId="0FF5587C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26D5CDCE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cs="Arial"/>
          <w:color w:val="000000"/>
          <w:szCs w:val="18"/>
        </w:rPr>
        <w:t xml:space="preserve">wyrządzenia przez </w:t>
      </w:r>
      <w:r w:rsidR="00047F25" w:rsidRPr="00204210">
        <w:rPr>
          <w:rFonts w:cs="Arial"/>
          <w:color w:val="000000"/>
          <w:szCs w:val="18"/>
        </w:rPr>
        <w:t>P</w:t>
      </w:r>
      <w:r w:rsidR="00047F25">
        <w:rPr>
          <w:rFonts w:cs="Arial"/>
          <w:color w:val="000000"/>
          <w:szCs w:val="18"/>
        </w:rPr>
        <w:t>rzetwarzającego</w:t>
      </w:r>
      <w:r w:rsidRPr="00204210">
        <w:rPr>
          <w:rFonts w:cs="Arial"/>
          <w:color w:val="000000"/>
          <w:szCs w:val="18"/>
        </w:rPr>
        <w:t xml:space="preserve"> lub dalszych Przetwarzających przy realizacji niniejszej Umowy szkody Administratorowi lub osobom trzecim.</w:t>
      </w:r>
    </w:p>
    <w:p w14:paraId="6EE46287" w14:textId="77777777" w:rsidR="00130380" w:rsidRPr="00204210" w:rsidRDefault="00130380" w:rsidP="0099595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792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20421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6D6BEF60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</w:t>
      </w:r>
      <w:r w:rsidR="00047F25">
        <w:rPr>
          <w:rFonts w:eastAsiaTheme="minorHAnsi" w:cs="Arial"/>
          <w:b/>
          <w:szCs w:val="18"/>
          <w:lang w:eastAsia="en-US"/>
        </w:rPr>
        <w:t>3</w:t>
      </w:r>
      <w:r w:rsidRPr="005E1B98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Usunięcie </w:t>
      </w:r>
      <w:r w:rsidRPr="005E1B98">
        <w:rPr>
          <w:rFonts w:cs="Arial"/>
          <w:b/>
          <w:bCs/>
          <w:szCs w:val="18"/>
        </w:rPr>
        <w:t>Danych</w:t>
      </w:r>
      <w:r w:rsidRPr="005E1B98">
        <w:rPr>
          <w:rFonts w:cs="Arial"/>
          <w:b/>
          <w:szCs w:val="18"/>
        </w:rPr>
        <w:t>. [RODO 28.3.g].</w:t>
      </w:r>
      <w:r w:rsidRPr="005E1B98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77777777" w:rsidR="00130380" w:rsidRPr="005E1B98" w:rsidRDefault="00130380" w:rsidP="0099595C">
      <w:pPr>
        <w:numPr>
          <w:ilvl w:val="2"/>
          <w:numId w:val="23"/>
        </w:numPr>
        <w:spacing w:before="120" w:after="120" w:line="360" w:lineRule="auto"/>
        <w:ind w:hanging="799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usunięcia Danych</w:t>
      </w:r>
      <w:r>
        <w:rPr>
          <w:rFonts w:cs="Arial"/>
          <w:szCs w:val="18"/>
        </w:rPr>
        <w:t>, zwrotu Danych – w zależności od wyboru Administratora,</w:t>
      </w:r>
      <w:r w:rsidRPr="005E1B98">
        <w:rPr>
          <w:rFonts w:cs="Arial"/>
          <w:szCs w:val="18"/>
        </w:rPr>
        <w:t xml:space="preserve"> </w:t>
      </w:r>
    </w:p>
    <w:p w14:paraId="155151ED" w14:textId="77777777" w:rsidR="00130380" w:rsidRDefault="00130380" w:rsidP="0099595C">
      <w:pPr>
        <w:numPr>
          <w:ilvl w:val="2"/>
          <w:numId w:val="23"/>
        </w:numPr>
        <w:spacing w:before="120" w:after="120" w:line="360" w:lineRule="auto"/>
        <w:ind w:hanging="798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usunięcia wszelkich ich istniejących kopii lub zwrotu </w:t>
      </w:r>
      <w:r>
        <w:rPr>
          <w:rFonts w:cs="Arial"/>
          <w:szCs w:val="18"/>
        </w:rPr>
        <w:t>tych kopii</w:t>
      </w:r>
      <w:r w:rsidRPr="005E1B98">
        <w:rPr>
          <w:rFonts w:cs="Arial"/>
          <w:szCs w:val="18"/>
        </w:rPr>
        <w:t xml:space="preserve">, </w:t>
      </w:r>
    </w:p>
    <w:p w14:paraId="6BC0C085" w14:textId="77777777" w:rsidR="00130380" w:rsidRDefault="00130380" w:rsidP="00130380">
      <w:pPr>
        <w:spacing w:before="120" w:after="120" w:line="360" w:lineRule="auto"/>
        <w:ind w:left="1224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chyba że Administrator postanowi inaczej lub prawo Unii Europejskiej lub prawo państwa członkowskiego nakazują dalej przechowywanie Danych</w:t>
      </w:r>
      <w:r>
        <w:rPr>
          <w:rFonts w:cs="Arial"/>
          <w:szCs w:val="18"/>
        </w:rPr>
        <w:t>,</w:t>
      </w:r>
    </w:p>
    <w:p w14:paraId="5CA69CD6" w14:textId="77777777" w:rsidR="00130380" w:rsidRPr="00CA24A8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br/>
        <w:t xml:space="preserve">lub potwierdzonego (zbadanego przez Administratora), procesu </w:t>
      </w:r>
      <w:proofErr w:type="spellStart"/>
      <w:r w:rsidRPr="00CA24A8">
        <w:rPr>
          <w:rFonts w:eastAsiaTheme="minorHAnsi" w:cs="Arial"/>
          <w:color w:val="000000" w:themeColor="text1"/>
          <w:szCs w:val="18"/>
          <w:lang w:eastAsia="en-US"/>
        </w:rPr>
        <w:t>anonimizacji</w:t>
      </w:r>
      <w:proofErr w:type="spellEnd"/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Danych</w:t>
      </w:r>
    </w:p>
    <w:p w14:paraId="7EDB9495" w14:textId="77777777" w:rsidR="00130380" w:rsidRPr="00CD2651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706355">
        <w:rPr>
          <w:rFonts w:cs="Arial"/>
          <w:szCs w:val="18"/>
        </w:rPr>
        <w:t xml:space="preserve">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złożyć pisem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ne zapewnienie, że jako </w:t>
      </w:r>
      <w:r>
        <w:rPr>
          <w:rFonts w:eastAsiaTheme="minorHAnsi" w:cs="Arial"/>
          <w:color w:val="000000" w:themeColor="text1"/>
          <w:szCs w:val="18"/>
          <w:lang w:eastAsia="en-US"/>
        </w:rPr>
        <w:t>P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nie później niż </w:t>
      </w:r>
      <w:r>
        <w:rPr>
          <w:rFonts w:eastAsiaTheme="minorHAnsi" w:cs="Arial"/>
          <w:color w:val="000000" w:themeColor="text1"/>
          <w:szCs w:val="18"/>
          <w:lang w:eastAsia="en-US"/>
        </w:rPr>
        <w:t>48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godzin od ujawnienia informacji, oraz ponosi pełne konsekwencje wynikające z RODO w zakresie zgłoszenia incydentu do właściwego organu nadzorczego.</w:t>
      </w:r>
    </w:p>
    <w:p w14:paraId="48E005F9" w14:textId="77777777" w:rsidR="00130380" w:rsidRPr="00CA24A8" w:rsidRDefault="00130380" w:rsidP="0099595C">
      <w:pPr>
        <w:pStyle w:val="Akapitzlist"/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Zakończenie współpracy ma być zakończone protokołem zdawczo </w:t>
      </w:r>
      <w:r>
        <w:rPr>
          <w:rFonts w:eastAsiaTheme="minorHAnsi" w:cs="Arial"/>
          <w:color w:val="000000" w:themeColor="text1"/>
          <w:szCs w:val="18"/>
          <w:lang w:eastAsia="en-US"/>
        </w:rPr>
        <w:t>–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odbiorczym</w:t>
      </w:r>
      <w:r>
        <w:rPr>
          <w:rFonts w:eastAsiaTheme="minorHAnsi" w:cs="Arial"/>
          <w:color w:val="000000" w:themeColor="text1"/>
          <w:szCs w:val="18"/>
          <w:lang w:eastAsia="en-US"/>
        </w:rPr>
        <w:t xml:space="preserve"> w formie udokumentowanej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.</w:t>
      </w:r>
    </w:p>
    <w:p w14:paraId="55520662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Karencja.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 xml:space="preserve">Sposób usuwania Danych.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</w:t>
      </w:r>
      <w:proofErr w:type="spellStart"/>
      <w:r w:rsidRPr="005E1B98">
        <w:rPr>
          <w:rFonts w:cs="Arial"/>
          <w:color w:val="212121"/>
          <w:szCs w:val="18"/>
          <w:bdr w:val="none" w:sz="0" w:space="0" w:color="auto" w:frame="1"/>
        </w:rPr>
        <w:t>anonimizacji</w:t>
      </w:r>
      <w:proofErr w:type="spellEnd"/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Danych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Oświadczenie.</w:t>
      </w:r>
      <w:r w:rsidRPr="005E1B98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77777777" w:rsidR="00130380" w:rsidRPr="0035562C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Obowiązek</w:t>
      </w:r>
      <w:r w:rsidRPr="005E1B98">
        <w:rPr>
          <w:rFonts w:cs="Arial"/>
          <w:b/>
          <w:szCs w:val="18"/>
        </w:rPr>
        <w:t xml:space="preserve"> pozostawienia Danych [RODO 28.3.g].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Cs/>
          <w:szCs w:val="18"/>
        </w:rPr>
        <w:t xml:space="preserve">Jeżeli Przetwarzający nie może usunąć Danych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5E1B98">
        <w:rPr>
          <w:rFonts w:cs="Arial"/>
          <w:szCs w:val="18"/>
        </w:rPr>
        <w:t>zapewnia ochronę Danych i podejmuje środki ochrony Danych, o których mowa w art. 32 RODO.</w:t>
      </w:r>
    </w:p>
    <w:p w14:paraId="48DA8E5B" w14:textId="081B7A45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</w:t>
      </w:r>
      <w:r w:rsidR="00047F25">
        <w:rPr>
          <w:rFonts w:eastAsiaTheme="minorHAnsi" w:cs="Arial"/>
          <w:b/>
          <w:szCs w:val="18"/>
          <w:lang w:eastAsia="en-US"/>
        </w:rPr>
        <w:t>4</w:t>
      </w:r>
      <w:r w:rsidRPr="005E1B98">
        <w:rPr>
          <w:rFonts w:eastAsiaTheme="minorHAnsi" w:cs="Arial"/>
          <w:b/>
          <w:szCs w:val="18"/>
          <w:lang w:eastAsia="en-US"/>
        </w:rPr>
        <w:t xml:space="preserve"> Zobowiązanie Do Zachowania Poufności</w:t>
      </w:r>
    </w:p>
    <w:p w14:paraId="03941885" w14:textId="77777777" w:rsidR="00130380" w:rsidRDefault="00130380" w:rsidP="0099595C">
      <w:pPr>
        <w:numPr>
          <w:ilvl w:val="1"/>
          <w:numId w:val="24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Zachowanie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z jej realizacją przez którąkolwiek ze Stron Umowy jak i osób upoważnionych ze strony Przetwarzającego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lastRenderedPageBreak/>
        <w:t>do przetwarzania Danych, mają charakter poufny i z tego względu Strony zobowiązują się nie ujawniać jej treści osobom trzecim.</w:t>
      </w:r>
    </w:p>
    <w:p w14:paraId="5D463742" w14:textId="32BBD05D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</w:t>
      </w:r>
      <w:r w:rsidR="00047F25">
        <w:rPr>
          <w:rFonts w:eastAsiaTheme="minorHAnsi" w:cs="Arial"/>
          <w:b/>
          <w:szCs w:val="18"/>
          <w:lang w:eastAsia="en-US"/>
        </w:rPr>
        <w:t>5</w:t>
      </w:r>
      <w:r w:rsidRPr="005E1B98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C2C94C" w14:textId="30DC8E15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Wejście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047F25">
        <w:rPr>
          <w:rFonts w:cs="Arial"/>
          <w:color w:val="212121"/>
          <w:szCs w:val="18"/>
          <w:bdr w:val="none" w:sz="0" w:space="0" w:color="auto" w:frame="1"/>
        </w:rPr>
        <w:t>jej podpisania przez Strony</w:t>
      </w:r>
      <w:r w:rsidR="00047F25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70B15F25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Pierwszeństwo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. W razie sprzeczności pomiędzy postanowieniami niniejszej Umowy a Umowy Podstawowej, pierwszeństwo mają postanowienia Umowy Powierzenia. Oznacza to także, że kwestie dotyczące przetwarzania Danych pomiędzy Administratorem a Przetwarzającym należy regulować poprzez zmiany niniejszej Umowy lub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wykonaniu jej postanowień.</w:t>
      </w:r>
    </w:p>
    <w:p w14:paraId="5F9BF5EA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Pisemność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7D360C5D" w14:textId="29A24FE5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 z realizacją Umowy jest sąd właściwy dla siedziby Administratora</w:t>
      </w:r>
      <w:r>
        <w:rPr>
          <w:rFonts w:cs="Arial"/>
          <w:color w:val="212121"/>
          <w:szCs w:val="18"/>
          <w:bdr w:val="none" w:sz="0" w:space="0" w:color="auto" w:frame="1"/>
        </w:rPr>
        <w:t xml:space="preserve">/ Oddziału Administratora </w:t>
      </w:r>
      <w:r w:rsidR="00047F25">
        <w:rPr>
          <w:rFonts w:cs="Arial"/>
          <w:color w:val="212121"/>
          <w:szCs w:val="18"/>
          <w:bdr w:val="none" w:sz="0" w:space="0" w:color="auto" w:frame="1"/>
        </w:rPr>
        <w:t>Rzeszów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1D853D61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Egzemplarze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5E1B98">
        <w:rPr>
          <w:rFonts w:cs="Arial"/>
          <w:szCs w:val="18"/>
        </w:rPr>
        <w:t>.</w:t>
      </w:r>
    </w:p>
    <w:p w14:paraId="1B9073CE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Umowa podlega RODO oraz prawu polskiemu.</w:t>
      </w:r>
    </w:p>
    <w:p w14:paraId="0FB756D8" w14:textId="77777777" w:rsidR="00130380" w:rsidRPr="005E1B98" w:rsidRDefault="00130380" w:rsidP="00130380">
      <w:pPr>
        <w:spacing w:before="120" w:after="120" w:line="259" w:lineRule="auto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5E1B98" w:rsidRDefault="00130380" w:rsidP="00130380">
      <w:pPr>
        <w:spacing w:before="120" w:after="120" w:line="259" w:lineRule="auto"/>
        <w:ind w:left="426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5E1B98" w:rsidRDefault="00130380" w:rsidP="0099595C">
      <w:pPr>
        <w:numPr>
          <w:ilvl w:val="0"/>
          <w:numId w:val="13"/>
        </w:numPr>
        <w:spacing w:before="120" w:after="120" w:line="360" w:lineRule="auto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5E1B98" w:rsidRDefault="00130380" w:rsidP="00130380">
      <w:pPr>
        <w:spacing w:before="120" w:after="120" w:line="600" w:lineRule="auto"/>
        <w:rPr>
          <w:rFonts w:eastAsiaTheme="minorHAnsi" w:cs="Arial"/>
          <w:b/>
          <w:szCs w:val="18"/>
          <w:lang w:eastAsia="en-US"/>
        </w:rPr>
      </w:pPr>
    </w:p>
    <w:p w14:paraId="4B5652B3" w14:textId="3C290D2C" w:rsidR="00047F25" w:rsidRDefault="00130380" w:rsidP="00047F25">
      <w:pPr>
        <w:spacing w:before="120" w:after="120" w:line="600" w:lineRule="auto"/>
        <w:ind w:left="708" w:firstLine="708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Administrator </w:t>
      </w:r>
      <w:r w:rsidR="00047F25">
        <w:rPr>
          <w:rFonts w:eastAsiaTheme="minorHAnsi" w:cs="Arial"/>
          <w:b/>
          <w:szCs w:val="18"/>
          <w:lang w:eastAsia="en-US"/>
        </w:rPr>
        <w:tab/>
      </w:r>
      <w:r w:rsidR="00047F25">
        <w:rPr>
          <w:rFonts w:eastAsiaTheme="minorHAnsi" w:cs="Arial"/>
          <w:b/>
          <w:szCs w:val="18"/>
          <w:lang w:eastAsia="en-US"/>
        </w:rPr>
        <w:tab/>
      </w:r>
      <w:r w:rsidR="00047F25">
        <w:rPr>
          <w:rFonts w:eastAsiaTheme="minorHAnsi" w:cs="Arial"/>
          <w:b/>
          <w:szCs w:val="18"/>
          <w:lang w:eastAsia="en-US"/>
        </w:rPr>
        <w:tab/>
      </w:r>
      <w:r w:rsidR="00047F25">
        <w:rPr>
          <w:rFonts w:eastAsiaTheme="minorHAnsi" w:cs="Arial"/>
          <w:b/>
          <w:szCs w:val="18"/>
          <w:lang w:eastAsia="en-US"/>
        </w:rPr>
        <w:tab/>
      </w:r>
      <w:r w:rsidR="00047F25">
        <w:rPr>
          <w:rFonts w:eastAsiaTheme="minorHAnsi" w:cs="Arial"/>
          <w:b/>
          <w:szCs w:val="18"/>
          <w:lang w:eastAsia="en-US"/>
        </w:rPr>
        <w:tab/>
      </w:r>
      <w:r w:rsidR="00047F25">
        <w:rPr>
          <w:rFonts w:eastAsiaTheme="minorHAnsi" w:cs="Arial"/>
          <w:b/>
          <w:szCs w:val="18"/>
          <w:lang w:eastAsia="en-US"/>
        </w:rPr>
        <w:tab/>
      </w:r>
      <w:r w:rsidR="00047F25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>Przetwarzający</w:t>
      </w:r>
      <w:r w:rsidRPr="005E1B98">
        <w:rPr>
          <w:rFonts w:eastAsiaTheme="minorHAnsi" w:cs="Arial"/>
          <w:b/>
          <w:szCs w:val="18"/>
          <w:lang w:eastAsia="en-US"/>
        </w:rPr>
        <w:tab/>
      </w:r>
    </w:p>
    <w:p w14:paraId="2909E030" w14:textId="77777777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67A56045" w14:textId="77777777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2DF33E2F" w:rsidR="00130380" w:rsidRDefault="00130380" w:rsidP="00047F25">
      <w:pPr>
        <w:spacing w:before="120" w:after="120" w:line="600" w:lineRule="auto"/>
        <w:ind w:firstLine="567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</w:p>
    <w:p w14:paraId="0384E683" w14:textId="7CA2F14D" w:rsidR="00130380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12101215" w14:textId="5F0FC7E0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7B73CD10" w14:textId="785AD945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504E3110" w14:textId="3768D36A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4B836BAA" w14:textId="0D81F5EE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4DC46D79" w14:textId="4576D0A2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7A2EC238" w14:textId="1EFC195C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4865A215" w14:textId="4FFDA507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50B0E518" w14:textId="77777777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5DF965A4" w14:textId="77777777" w:rsidR="00047F25" w:rsidRPr="00047F25" w:rsidRDefault="00047F25" w:rsidP="00047F25">
      <w:pPr>
        <w:spacing w:before="60" w:after="60"/>
        <w:ind w:left="1080"/>
        <w:contextualSpacing/>
        <w:rPr>
          <w:rFonts w:ascii="Calibri" w:hAnsi="Calibri"/>
          <w:b/>
          <w:color w:val="191919"/>
          <w:sz w:val="22"/>
          <w:szCs w:val="20"/>
        </w:rPr>
      </w:pPr>
    </w:p>
    <w:p w14:paraId="43BD24B6" w14:textId="7CFF688D" w:rsidR="00047F25" w:rsidRPr="00047F25" w:rsidRDefault="000564EA" w:rsidP="00047F25">
      <w:pPr>
        <w:spacing w:before="60" w:after="60" w:line="480" w:lineRule="auto"/>
        <w:rPr>
          <w:rFonts w:cs="Arial"/>
          <w:b/>
          <w:szCs w:val="18"/>
          <w:u w:val="single"/>
        </w:rPr>
      </w:pPr>
      <w:r>
        <w:rPr>
          <w:rFonts w:cs="Arial"/>
          <w:b/>
          <w:szCs w:val="18"/>
          <w:u w:val="single"/>
        </w:rPr>
        <w:t>Załącznik nr 1</w:t>
      </w:r>
      <w:r w:rsidR="00047F25" w:rsidRPr="00047F25">
        <w:rPr>
          <w:rFonts w:cs="Arial"/>
          <w:b/>
          <w:szCs w:val="18"/>
          <w:u w:val="single"/>
        </w:rPr>
        <w:t xml:space="preserve"> </w:t>
      </w:r>
    </w:p>
    <w:p w14:paraId="4A3635AE" w14:textId="77777777" w:rsidR="00047F25" w:rsidRPr="00047F25" w:rsidRDefault="00047F25" w:rsidP="00047F25">
      <w:pPr>
        <w:spacing w:before="60" w:after="60" w:line="480" w:lineRule="auto"/>
        <w:jc w:val="center"/>
        <w:rPr>
          <w:rFonts w:cs="Arial"/>
          <w:b/>
          <w:szCs w:val="18"/>
        </w:rPr>
      </w:pPr>
      <w:r w:rsidRPr="00047F25">
        <w:rPr>
          <w:rFonts w:cs="Arial"/>
          <w:b/>
          <w:szCs w:val="18"/>
        </w:rPr>
        <w:t>Wykaz Systemów Biorących Udział w Przetwarzaniu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252"/>
        <w:gridCol w:w="4426"/>
      </w:tblGrid>
      <w:tr w:rsidR="00047F25" w:rsidRPr="00047F25" w14:paraId="0F0FA635" w14:textId="77777777" w:rsidTr="00A5166E">
        <w:tc>
          <w:tcPr>
            <w:tcW w:w="534" w:type="dxa"/>
            <w:shd w:val="clear" w:color="auto" w:fill="auto"/>
          </w:tcPr>
          <w:p w14:paraId="1CB62CB4" w14:textId="77777777" w:rsidR="00047F25" w:rsidRPr="00047F25" w:rsidRDefault="00047F25" w:rsidP="00047F25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047F25">
              <w:rPr>
                <w:rFonts w:cs="Arial"/>
                <w:szCs w:val="18"/>
              </w:rPr>
              <w:t>Lp.</w:t>
            </w:r>
          </w:p>
        </w:tc>
        <w:tc>
          <w:tcPr>
            <w:tcW w:w="4252" w:type="dxa"/>
            <w:shd w:val="clear" w:color="auto" w:fill="auto"/>
          </w:tcPr>
          <w:p w14:paraId="13DDBCBA" w14:textId="77777777" w:rsidR="00047F25" w:rsidRPr="00047F25" w:rsidRDefault="00047F25" w:rsidP="00047F25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047F25">
              <w:rPr>
                <w:rFonts w:cs="Arial"/>
                <w:szCs w:val="18"/>
              </w:rPr>
              <w:t>Nazwa systemu</w:t>
            </w:r>
          </w:p>
        </w:tc>
        <w:tc>
          <w:tcPr>
            <w:tcW w:w="4426" w:type="dxa"/>
            <w:shd w:val="clear" w:color="auto" w:fill="auto"/>
          </w:tcPr>
          <w:p w14:paraId="3C9DDC0D" w14:textId="77777777" w:rsidR="00047F25" w:rsidRPr="00047F25" w:rsidRDefault="00047F25" w:rsidP="00047F25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047F25">
              <w:rPr>
                <w:rFonts w:cs="Arial"/>
                <w:szCs w:val="18"/>
              </w:rPr>
              <w:t>Cel wykorzystania</w:t>
            </w:r>
          </w:p>
        </w:tc>
      </w:tr>
      <w:tr w:rsidR="00047F25" w:rsidRPr="00047F25" w14:paraId="417DCEDB" w14:textId="77777777" w:rsidTr="00A5166E">
        <w:tc>
          <w:tcPr>
            <w:tcW w:w="534" w:type="dxa"/>
            <w:shd w:val="clear" w:color="auto" w:fill="auto"/>
          </w:tcPr>
          <w:p w14:paraId="6667FDAB" w14:textId="77777777" w:rsidR="00047F25" w:rsidRPr="00047F25" w:rsidRDefault="00047F25" w:rsidP="00047F25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047F25">
              <w:rPr>
                <w:rFonts w:cs="Arial"/>
                <w:szCs w:val="18"/>
              </w:rPr>
              <w:t>1.</w:t>
            </w:r>
          </w:p>
        </w:tc>
        <w:tc>
          <w:tcPr>
            <w:tcW w:w="4252" w:type="dxa"/>
            <w:shd w:val="clear" w:color="auto" w:fill="auto"/>
          </w:tcPr>
          <w:p w14:paraId="3E7B6EB9" w14:textId="77777777" w:rsidR="00047F25" w:rsidRPr="00047F25" w:rsidRDefault="00047F25" w:rsidP="00047F25">
            <w:pPr>
              <w:spacing w:before="60" w:after="60" w:line="360" w:lineRule="auto"/>
              <w:rPr>
                <w:rFonts w:cs="Arial"/>
                <w:b/>
                <w:szCs w:val="18"/>
              </w:rPr>
            </w:pPr>
            <w:r w:rsidRPr="00047F25">
              <w:rPr>
                <w:rFonts w:cs="Arial"/>
                <w:szCs w:val="18"/>
              </w:rPr>
              <w:t>Microsoft Office</w:t>
            </w:r>
          </w:p>
        </w:tc>
        <w:tc>
          <w:tcPr>
            <w:tcW w:w="4426" w:type="dxa"/>
            <w:shd w:val="clear" w:color="auto" w:fill="auto"/>
          </w:tcPr>
          <w:p w14:paraId="205394BD" w14:textId="77777777" w:rsidR="00047F25" w:rsidRPr="00047F25" w:rsidRDefault="00047F25" w:rsidP="00047F25">
            <w:pPr>
              <w:spacing w:before="60" w:after="60" w:line="360" w:lineRule="auto"/>
              <w:rPr>
                <w:rFonts w:cs="Arial"/>
                <w:b/>
                <w:szCs w:val="18"/>
              </w:rPr>
            </w:pPr>
            <w:r w:rsidRPr="00047F25">
              <w:rPr>
                <w:rFonts w:cs="Arial"/>
                <w:szCs w:val="18"/>
              </w:rPr>
              <w:t>Przetwarzanie danych</w:t>
            </w:r>
          </w:p>
        </w:tc>
      </w:tr>
      <w:tr w:rsidR="00047F25" w:rsidRPr="00047F25" w14:paraId="73CF6A84" w14:textId="77777777" w:rsidTr="00A5166E">
        <w:tc>
          <w:tcPr>
            <w:tcW w:w="534" w:type="dxa"/>
            <w:shd w:val="clear" w:color="auto" w:fill="auto"/>
          </w:tcPr>
          <w:p w14:paraId="12758A3E" w14:textId="77777777" w:rsidR="00047F25" w:rsidRPr="00047F25" w:rsidRDefault="00047F25" w:rsidP="00047F25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047F25">
              <w:rPr>
                <w:rFonts w:cs="Arial"/>
                <w:szCs w:val="18"/>
              </w:rPr>
              <w:t>2.</w:t>
            </w:r>
          </w:p>
        </w:tc>
        <w:tc>
          <w:tcPr>
            <w:tcW w:w="4252" w:type="dxa"/>
            <w:shd w:val="clear" w:color="auto" w:fill="auto"/>
          </w:tcPr>
          <w:p w14:paraId="42452877" w14:textId="77777777" w:rsidR="00047F25" w:rsidRPr="00047F25" w:rsidRDefault="00047F25" w:rsidP="00047F25">
            <w:pPr>
              <w:spacing w:before="60" w:after="60" w:line="360" w:lineRule="auto"/>
              <w:rPr>
                <w:rFonts w:cs="Arial"/>
                <w:b/>
                <w:szCs w:val="18"/>
              </w:rPr>
            </w:pPr>
            <w:r w:rsidRPr="00047F25">
              <w:rPr>
                <w:rFonts w:cs="Arial"/>
                <w:szCs w:val="18"/>
              </w:rPr>
              <w:t>Klient poczty</w:t>
            </w:r>
          </w:p>
        </w:tc>
        <w:tc>
          <w:tcPr>
            <w:tcW w:w="4426" w:type="dxa"/>
            <w:shd w:val="clear" w:color="auto" w:fill="auto"/>
          </w:tcPr>
          <w:p w14:paraId="722E430E" w14:textId="77777777" w:rsidR="00047F25" w:rsidRPr="00047F25" w:rsidRDefault="00047F25" w:rsidP="00047F25">
            <w:pPr>
              <w:spacing w:before="60" w:after="60" w:line="360" w:lineRule="auto"/>
              <w:rPr>
                <w:rFonts w:cs="Arial"/>
                <w:b/>
                <w:szCs w:val="18"/>
              </w:rPr>
            </w:pPr>
            <w:r w:rsidRPr="00047F25">
              <w:rPr>
                <w:rFonts w:cs="Arial"/>
                <w:szCs w:val="18"/>
              </w:rPr>
              <w:t>Przesyłanie danych</w:t>
            </w:r>
          </w:p>
        </w:tc>
      </w:tr>
    </w:tbl>
    <w:p w14:paraId="293CED95" w14:textId="15402D3D" w:rsidR="00186CF4" w:rsidRPr="00FB1EF2" w:rsidRDefault="00186CF4" w:rsidP="00130380">
      <w:pPr>
        <w:pStyle w:val="611relaizacja"/>
        <w:numPr>
          <w:ilvl w:val="0"/>
          <w:numId w:val="0"/>
        </w:numPr>
        <w:ind w:left="1077"/>
      </w:pPr>
    </w:p>
    <w:sectPr w:rsidR="00186CF4" w:rsidRPr="00FB1EF2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BB7FE4" w14:textId="77777777" w:rsidR="000A13ED" w:rsidRDefault="000A13ED" w:rsidP="00BD627E">
      <w:r>
        <w:separator/>
      </w:r>
    </w:p>
    <w:p w14:paraId="6125F863" w14:textId="77777777" w:rsidR="000A13ED" w:rsidRDefault="000A13ED"/>
  </w:endnote>
  <w:endnote w:type="continuationSeparator" w:id="0">
    <w:p w14:paraId="6818F020" w14:textId="77777777" w:rsidR="000A13ED" w:rsidRDefault="000A13ED" w:rsidP="00BD627E">
      <w:r>
        <w:continuationSeparator/>
      </w:r>
    </w:p>
    <w:p w14:paraId="1FC0E9FF" w14:textId="77777777" w:rsidR="000A13ED" w:rsidRDefault="000A13ED"/>
  </w:endnote>
  <w:endnote w:type="continuationNotice" w:id="1">
    <w:p w14:paraId="3FFB5859" w14:textId="77777777" w:rsidR="000A13ED" w:rsidRDefault="000A13ED"/>
    <w:p w14:paraId="2879367C" w14:textId="77777777" w:rsidR="000A13ED" w:rsidRDefault="000A13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buntu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77777777" w:rsidR="00264F09" w:rsidRPr="006715A5" w:rsidRDefault="00264F09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1299987B" w:rsidR="00D03D9C" w:rsidRPr="006715A5" w:rsidRDefault="00D03D9C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0564EA">
              <w:rPr>
                <w:rFonts w:cs="Arial"/>
                <w:b/>
                <w:bCs/>
                <w:noProof/>
                <w:sz w:val="14"/>
                <w:szCs w:val="14"/>
              </w:rPr>
              <w:t>8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0564EA">
              <w:rPr>
                <w:rFonts w:cs="Arial"/>
                <w:b/>
                <w:bCs/>
                <w:noProof/>
                <w:sz w:val="14"/>
                <w:szCs w:val="14"/>
              </w:rPr>
              <w:t>8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243D7F" w:rsidRPr="002336B0" w:rsidRDefault="00243D7F">
    <w:pPr>
      <w:pStyle w:val="Stopka"/>
      <w:rPr>
        <w:rFonts w:cs="Arial"/>
      </w:rPr>
    </w:pPr>
  </w:p>
  <w:p w14:paraId="293CEDAF" w14:textId="77777777" w:rsidR="00B039CC" w:rsidRDefault="00B039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77777777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706CE66F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0564EA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0564EA">
              <w:rPr>
                <w:rFonts w:cs="Arial"/>
                <w:b/>
                <w:bCs/>
                <w:noProof/>
                <w:sz w:val="14"/>
                <w:szCs w:val="14"/>
              </w:rPr>
              <w:t>8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A45DF0" w:rsidRPr="002336B0" w:rsidRDefault="00A45DF0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8BDFEC" w14:textId="77777777" w:rsidR="000A13ED" w:rsidRDefault="000A13ED" w:rsidP="00BD627E">
      <w:r>
        <w:separator/>
      </w:r>
    </w:p>
    <w:p w14:paraId="5E1A2571" w14:textId="77777777" w:rsidR="000A13ED" w:rsidRDefault="000A13ED"/>
  </w:footnote>
  <w:footnote w:type="continuationSeparator" w:id="0">
    <w:p w14:paraId="2EC76C20" w14:textId="77777777" w:rsidR="000A13ED" w:rsidRDefault="000A13ED" w:rsidP="00BD627E">
      <w:r>
        <w:continuationSeparator/>
      </w:r>
    </w:p>
    <w:p w14:paraId="338BDF4B" w14:textId="77777777" w:rsidR="000A13ED" w:rsidRDefault="000A13ED"/>
  </w:footnote>
  <w:footnote w:type="continuationNotice" w:id="1">
    <w:p w14:paraId="20EC6F7B" w14:textId="77777777" w:rsidR="000A13ED" w:rsidRDefault="000A13ED"/>
    <w:p w14:paraId="297D850C" w14:textId="77777777" w:rsidR="000A13ED" w:rsidRDefault="000A13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A7" w14:textId="6E5CC9B6" w:rsidR="006715A5" w:rsidRPr="00024ECD" w:rsidRDefault="006545C1" w:rsidP="006715A5">
    <w:pPr>
      <w:pStyle w:val="Nagwek"/>
      <w:ind w:left="1843" w:right="2409"/>
      <w:jc w:val="right"/>
      <w:rPr>
        <w:rFonts w:cs="Arial"/>
        <w:sz w:val="14"/>
        <w:szCs w:val="14"/>
      </w:rPr>
    </w:pPr>
    <w:r>
      <w:rPr>
        <w:rFonts w:cs="Arial"/>
        <w:b/>
        <w:noProof/>
        <w:sz w:val="24"/>
      </w:rPr>
      <w:drawing>
        <wp:anchor distT="0" distB="0" distL="114300" distR="114300" simplePos="0" relativeHeight="251747328" behindDoc="0" locked="0" layoutInCell="1" allowOverlap="1" wp14:anchorId="293CEDB5" wp14:editId="293CEDB6">
          <wp:simplePos x="0" y="0"/>
          <wp:positionH relativeFrom="column">
            <wp:posOffset>0</wp:posOffset>
          </wp:positionH>
          <wp:positionV relativeFrom="paragraph">
            <wp:posOffset>-260350</wp:posOffset>
          </wp:positionV>
          <wp:extent cx="672998" cy="523384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Znak%20pionowy%20(białe%20tło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2998" cy="5233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51C8D" w:rsidRPr="00BB3409">
      <w:rPr>
        <w:sz w:val="14"/>
        <w:szCs w:val="14"/>
      </w:rPr>
      <w:ptab w:relativeTo="margin" w:alignment="center" w:leader="none"/>
    </w:r>
  </w:p>
  <w:p w14:paraId="293CEDAA" w14:textId="77777777" w:rsidR="006A093C" w:rsidRPr="00BB3409" w:rsidRDefault="00EB575D" w:rsidP="00BB3409">
    <w:pPr>
      <w:ind w:right="2125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77017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7376CC" w:rsidRPr="00024ECD" w:rsidRDefault="00376D51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B74273">
      <w:rPr>
        <w:rFonts w:ascii="Calibri Light" w:hAnsi="Calibri Light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76CC" w:rsidRPr="00024ECD">
      <w:rPr>
        <w:rFonts w:cs="Arial"/>
        <w:sz w:val="14"/>
        <w:szCs w:val="14"/>
      </w:rPr>
      <w:t xml:space="preserve"> </w:t>
    </w:r>
  </w:p>
  <w:p w14:paraId="293CEDB1" w14:textId="77777777" w:rsidR="007376CC" w:rsidRPr="00024ECD" w:rsidRDefault="007376CC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BFA1ADA"/>
    <w:multiLevelType w:val="hybridMultilevel"/>
    <w:tmpl w:val="AF668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4" w15:restartNumberingAfterBreak="0">
    <w:nsid w:val="44A24205"/>
    <w:multiLevelType w:val="hybridMultilevel"/>
    <w:tmpl w:val="DE54C24A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5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D960974"/>
    <w:multiLevelType w:val="multilevel"/>
    <w:tmpl w:val="3A3211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6E4169B"/>
    <w:multiLevelType w:val="multilevel"/>
    <w:tmpl w:val="D4B016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440"/>
      </w:pPr>
      <w:rPr>
        <w:rFonts w:hint="default"/>
      </w:rPr>
    </w:lvl>
  </w:abstractNum>
  <w:abstractNum w:abstractNumId="23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11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3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3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3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8"/>
  </w:num>
  <w:num w:numId="9">
    <w:abstractNumId w:val="20"/>
  </w:num>
  <w:num w:numId="10">
    <w:abstractNumId w:val="16"/>
  </w:num>
  <w:num w:numId="11">
    <w:abstractNumId w:val="2"/>
  </w:num>
  <w:num w:numId="12">
    <w:abstractNumId w:val="5"/>
  </w:num>
  <w:num w:numId="13">
    <w:abstractNumId w:val="7"/>
  </w:num>
  <w:num w:numId="14">
    <w:abstractNumId w:val="18"/>
  </w:num>
  <w:num w:numId="15">
    <w:abstractNumId w:val="23"/>
  </w:num>
  <w:num w:numId="16">
    <w:abstractNumId w:val="10"/>
  </w:num>
  <w:num w:numId="17">
    <w:abstractNumId w:val="15"/>
  </w:num>
  <w:num w:numId="18">
    <w:abstractNumId w:val="1"/>
  </w:num>
  <w:num w:numId="19">
    <w:abstractNumId w:val="25"/>
  </w:num>
  <w:num w:numId="20">
    <w:abstractNumId w:val="24"/>
  </w:num>
  <w:num w:numId="21">
    <w:abstractNumId w:val="6"/>
  </w:num>
  <w:num w:numId="22">
    <w:abstractNumId w:val="19"/>
  </w:num>
  <w:num w:numId="23">
    <w:abstractNumId w:val="0"/>
  </w:num>
  <w:num w:numId="24">
    <w:abstractNumId w:val="17"/>
  </w:num>
  <w:num w:numId="25">
    <w:abstractNumId w:val="9"/>
  </w:num>
  <w:num w:numId="26">
    <w:abstractNumId w:val="26"/>
  </w:num>
  <w:num w:numId="27">
    <w:abstractNumId w:val="21"/>
  </w:num>
  <w:num w:numId="28">
    <w:abstractNumId w:val="4"/>
  </w:num>
  <w:num w:numId="29">
    <w:abstractNumId w:val="12"/>
  </w:num>
  <w:num w:numId="30">
    <w:abstractNumId w:val="14"/>
  </w:num>
  <w:num w:numId="31">
    <w:abstractNumId w:val="2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47F25"/>
    <w:rsid w:val="00050ED7"/>
    <w:rsid w:val="00051290"/>
    <w:rsid w:val="00056157"/>
    <w:rsid w:val="000564EA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3ED"/>
    <w:rsid w:val="000A1A02"/>
    <w:rsid w:val="000A52CD"/>
    <w:rsid w:val="000B7759"/>
    <w:rsid w:val="000C1970"/>
    <w:rsid w:val="000C3838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17307"/>
    <w:rsid w:val="002325C0"/>
    <w:rsid w:val="00233139"/>
    <w:rsid w:val="002336B0"/>
    <w:rsid w:val="0023414F"/>
    <w:rsid w:val="002374C0"/>
    <w:rsid w:val="00237B27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6651"/>
    <w:rsid w:val="0067761E"/>
    <w:rsid w:val="00677CAE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48B0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273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5509"/>
    <w:rsid w:val="00D56ABE"/>
    <w:rsid w:val="00D74054"/>
    <w:rsid w:val="00D75A04"/>
    <w:rsid w:val="00D76A63"/>
    <w:rsid w:val="00D772D5"/>
    <w:rsid w:val="00D85EF9"/>
    <w:rsid w:val="00D90760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– Wzór umowy powierzenia przetwarzania danych osobowych.docx</dmsv2BaseFileName>
    <dmsv2BaseDisplayName xmlns="http://schemas.microsoft.com/sharepoint/v3">Załącznik nr 7 – Wzór umowy powierzenia przetwarzania danych osobowych</dmsv2BaseDisplayName>
    <dmsv2SWPP2ObjectNumber xmlns="http://schemas.microsoft.com/sharepoint/v3">POST/DYS/OR/GZ/00060/2026                         </dmsv2SWPP2ObjectNumber>
    <dmsv2SWPP2SumMD5 xmlns="http://schemas.microsoft.com/sharepoint/v3">dc467d9263b086a939e8ccca3f05ec32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703269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24141712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00000001000700030000000f000000000001</dmsv2SWPP2ObjectDepartment>
    <dmsv2SWPP2ObjectName xmlns="http://schemas.microsoft.com/sharepoint/v3">Postępowanie</dmsv2SWPP2ObjectName>
    <_dlc_DocId xmlns="a19cb1c7-c5c7-46d4-85ae-d83685407bba">JEUP5JKVCYQC-1092029480-12740</_dlc_DocId>
    <_dlc_DocIdUrl xmlns="a19cb1c7-c5c7-46d4-85ae-d83685407bba">
      <Url>https://swpp2.dms.gkpge.pl/sites/41/_layouts/15/DocIdRedir.aspx?ID=JEUP5JKVCYQC-1092029480-12740</Url>
      <Description>JEUP5JKVCYQC-1092029480-12740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70B4104-8E69-4E7C-8443-99D1EDBA0260}"/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efb9c7a9-fb7a-49d0-ad5d-64d3cce8bf9e"/>
    <ds:schemaRef ds:uri="fa87e474-2c2a-4570-a952-e5d0e470b777"/>
    <ds:schemaRef ds:uri="e98d7501-42e4-4a2d-b641-b529e1ab1d6e"/>
  </ds:schemaRefs>
</ds:datastoreItem>
</file>

<file path=customXml/itemProps3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F7CF79-EFDE-4129-A9F4-4666AC3AF44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0804A79-C40D-4A41-B21A-E977DFD2EB4E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7915720-CA07-4FAE-8A9D-2B75109F043B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B46367C6-248F-4CD7-8226-4EA3643BB290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88</TotalTime>
  <Pages>8</Pages>
  <Words>3122</Words>
  <Characters>18738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21817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Molak Marta [PGE S.A.]</dc:creator>
  <cp:lastModifiedBy>Kafara Daniel [PGE Dystr. O.Rzeszów]</cp:lastModifiedBy>
  <cp:revision>10</cp:revision>
  <cp:lastPrinted>2025-07-07T05:58:00Z</cp:lastPrinted>
  <dcterms:created xsi:type="dcterms:W3CDTF">2025-04-14T09:41:00Z</dcterms:created>
  <dcterms:modified xsi:type="dcterms:W3CDTF">2025-08-20T10:04:00Z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82545bb1-3bc9-4835-bba4-d37ec9472a8a</vt:lpwstr>
  </property>
</Properties>
</file>